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1F8A92"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A7F636E" w14:textId="77777777" w:rsidTr="00146EEC">
        <w:tc>
          <w:tcPr>
            <w:tcW w:w="2689" w:type="dxa"/>
          </w:tcPr>
          <w:p w14:paraId="3D13C0DB" w14:textId="77777777" w:rsidR="00F1480E" w:rsidRPr="005404CB" w:rsidRDefault="00830267" w:rsidP="005404CB">
            <w:pPr>
              <w:pStyle w:val="SIText-Bold"/>
            </w:pPr>
            <w:r w:rsidRPr="00A326C2">
              <w:t>Release</w:t>
            </w:r>
          </w:p>
        </w:tc>
        <w:tc>
          <w:tcPr>
            <w:tcW w:w="6939" w:type="dxa"/>
          </w:tcPr>
          <w:p w14:paraId="39DA65C7" w14:textId="77777777" w:rsidR="00F1480E" w:rsidRPr="005404CB" w:rsidRDefault="00830267" w:rsidP="005404CB">
            <w:pPr>
              <w:pStyle w:val="SIText-Bold"/>
            </w:pPr>
            <w:r w:rsidRPr="00A326C2">
              <w:t>Comments</w:t>
            </w:r>
          </w:p>
        </w:tc>
      </w:tr>
      <w:tr w:rsidR="00EC3133" w14:paraId="19ECD1B6" w14:textId="77777777" w:rsidTr="00146EEC">
        <w:tc>
          <w:tcPr>
            <w:tcW w:w="2689" w:type="dxa"/>
          </w:tcPr>
          <w:p w14:paraId="17465160" w14:textId="6929BD16" w:rsidR="00EC3133" w:rsidRPr="00A326C2" w:rsidRDefault="00EC3133" w:rsidP="00F9646E">
            <w:pPr>
              <w:pStyle w:val="SIText"/>
            </w:pPr>
            <w:r w:rsidRPr="005776B3">
              <w:t xml:space="preserve">Release </w:t>
            </w:r>
            <w:r w:rsidR="006A0D31">
              <w:t>1</w:t>
            </w:r>
          </w:p>
        </w:tc>
        <w:tc>
          <w:tcPr>
            <w:tcW w:w="6939" w:type="dxa"/>
          </w:tcPr>
          <w:p w14:paraId="7FAC8EBC" w14:textId="41A79049" w:rsidR="00EC3133" w:rsidRPr="00A326C2" w:rsidRDefault="00EC3133" w:rsidP="00F9646E">
            <w:pPr>
              <w:pStyle w:val="SIText"/>
            </w:pPr>
            <w:r w:rsidRPr="005776B3">
              <w:t xml:space="preserve">This version released with AMP Australian Meat Processing Training Package Version </w:t>
            </w:r>
            <w:r>
              <w:t>8</w:t>
            </w:r>
            <w:r w:rsidRPr="005776B3">
              <w:t>.0.</w:t>
            </w:r>
          </w:p>
        </w:tc>
      </w:tr>
    </w:tbl>
    <w:p w14:paraId="02CEB07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68B8DA2" w14:textId="77777777" w:rsidTr="00CA2922">
        <w:trPr>
          <w:tblHeader/>
        </w:trPr>
        <w:tc>
          <w:tcPr>
            <w:tcW w:w="1396" w:type="pct"/>
            <w:shd w:val="clear" w:color="auto" w:fill="auto"/>
          </w:tcPr>
          <w:p w14:paraId="4E5419B2" w14:textId="0147E983" w:rsidR="00F1480E" w:rsidRPr="005404CB" w:rsidRDefault="00BA5A1D" w:rsidP="005404CB">
            <w:pPr>
              <w:pStyle w:val="SIUNITCODE"/>
            </w:pPr>
            <w:r w:rsidRPr="00BA5A1D">
              <w:t>AMPMGT6</w:t>
            </w:r>
            <w:r w:rsidR="006A0D31">
              <w:t>X8</w:t>
            </w:r>
          </w:p>
        </w:tc>
        <w:tc>
          <w:tcPr>
            <w:tcW w:w="3604" w:type="pct"/>
            <w:shd w:val="clear" w:color="auto" w:fill="auto"/>
          </w:tcPr>
          <w:p w14:paraId="0B6AAD6B" w14:textId="3ED5E503" w:rsidR="00F1480E" w:rsidRPr="005404CB" w:rsidRDefault="00BA5A1D" w:rsidP="005404CB">
            <w:pPr>
              <w:pStyle w:val="SIUnittitle"/>
            </w:pPr>
            <w:r w:rsidRPr="00BA5A1D">
              <w:t xml:space="preserve">Benchmark to manage and improve </w:t>
            </w:r>
            <w:r w:rsidR="006A0D31">
              <w:t>workplace</w:t>
            </w:r>
            <w:r w:rsidRPr="00BA5A1D">
              <w:t xml:space="preserve"> performance</w:t>
            </w:r>
          </w:p>
        </w:tc>
      </w:tr>
      <w:tr w:rsidR="00F1480E" w:rsidRPr="00963A46" w14:paraId="3D75C78B" w14:textId="77777777" w:rsidTr="00CA2922">
        <w:tc>
          <w:tcPr>
            <w:tcW w:w="1396" w:type="pct"/>
            <w:shd w:val="clear" w:color="auto" w:fill="auto"/>
          </w:tcPr>
          <w:p w14:paraId="02C53654" w14:textId="77777777" w:rsidR="00F1480E" w:rsidRPr="005404CB" w:rsidRDefault="00FD557D" w:rsidP="005404CB">
            <w:pPr>
              <w:pStyle w:val="SIHeading2"/>
            </w:pPr>
            <w:r w:rsidRPr="00FD557D">
              <w:t>Application</w:t>
            </w:r>
          </w:p>
          <w:p w14:paraId="62C1EA03" w14:textId="77777777" w:rsidR="00FD557D" w:rsidRPr="00923720" w:rsidRDefault="00FD557D" w:rsidP="005404CB">
            <w:pPr>
              <w:pStyle w:val="SIHeading2"/>
            </w:pPr>
          </w:p>
        </w:tc>
        <w:tc>
          <w:tcPr>
            <w:tcW w:w="3604" w:type="pct"/>
            <w:shd w:val="clear" w:color="auto" w:fill="auto"/>
          </w:tcPr>
          <w:p w14:paraId="3C54A67E" w14:textId="01D9416A" w:rsidR="005776B3" w:rsidRDefault="005776B3" w:rsidP="005776B3">
            <w:pPr>
              <w:pStyle w:val="SIText"/>
            </w:pPr>
            <w:r w:rsidRPr="005776B3">
              <w:t xml:space="preserve">This unit describes the skills and knowledge required to conduct benchmarking exercises through the identification of appropriate benchmarks. It also describes the skills required to use benchmarking to focus </w:t>
            </w:r>
            <w:r w:rsidR="006A0D31">
              <w:t>workplace</w:t>
            </w:r>
            <w:r w:rsidRPr="005776B3">
              <w:t xml:space="preserve"> operations and improve performance. In the meat industry, benchmarking is a tool for informing, measuring and developing </w:t>
            </w:r>
            <w:proofErr w:type="gramStart"/>
            <w:r w:rsidRPr="005776B3">
              <w:t>an</w:t>
            </w:r>
            <w:proofErr w:type="gramEnd"/>
            <w:r w:rsidRPr="005776B3">
              <w:t xml:space="preserve"> </w:t>
            </w:r>
            <w:r w:rsidR="006A0D31">
              <w:t>workplace</w:t>
            </w:r>
            <w:r w:rsidRPr="005776B3">
              <w:t>'s performance.</w:t>
            </w:r>
          </w:p>
          <w:p w14:paraId="20AD461A" w14:textId="77777777" w:rsidR="005776B3" w:rsidRPr="005776B3" w:rsidRDefault="005776B3" w:rsidP="005776B3">
            <w:pPr>
              <w:pStyle w:val="SIText"/>
            </w:pPr>
          </w:p>
          <w:p w14:paraId="168410E2" w14:textId="06AF292C" w:rsidR="005776B3" w:rsidRDefault="005776B3" w:rsidP="005776B3">
            <w:pPr>
              <w:pStyle w:val="SIText"/>
            </w:pPr>
            <w:r w:rsidRPr="005776B3">
              <w:t xml:space="preserve">This unit is suitable for all managers working in a meat industry context, and supports them in fulfilling their responsibility to measure, evaluate and improve </w:t>
            </w:r>
            <w:r w:rsidR="006A0D31">
              <w:t>workplace</w:t>
            </w:r>
            <w:r w:rsidRPr="005776B3">
              <w:t xml:space="preserve"> performance. This unit is applicable to engineers, refrigeration/chiller managers, production and operations managers, feedlot managers, and workplace health and safety, environment, quality, human resources (HR), finance, livestock, and logistics managers.</w:t>
            </w:r>
          </w:p>
          <w:p w14:paraId="36647331" w14:textId="77777777" w:rsidR="005776B3" w:rsidRPr="005776B3" w:rsidRDefault="005776B3" w:rsidP="005776B3">
            <w:pPr>
              <w:pStyle w:val="SIText"/>
            </w:pPr>
          </w:p>
          <w:p w14:paraId="63887129" w14:textId="7603880C" w:rsidR="005776B3" w:rsidRDefault="005776B3" w:rsidP="005776B3">
            <w:pPr>
              <w:pStyle w:val="SIText"/>
            </w:pPr>
            <w:r w:rsidRPr="005776B3">
              <w:t xml:space="preserve">At this level, individuals exercise considerable responsibility and accountability within </w:t>
            </w:r>
            <w:r w:rsidR="006A0D31">
              <w:t>workplace</w:t>
            </w:r>
            <w:r w:rsidRPr="005776B3">
              <w:t xml:space="preserve"> structures and are required to make primary contributions to the values, </w:t>
            </w:r>
            <w:proofErr w:type="gramStart"/>
            <w:r w:rsidRPr="005776B3">
              <w:t>goals</w:t>
            </w:r>
            <w:proofErr w:type="gramEnd"/>
            <w:r w:rsidRPr="005776B3">
              <w:t xml:space="preserve"> and operations of the </w:t>
            </w:r>
            <w:r w:rsidR="006A0D31">
              <w:t>workplace</w:t>
            </w:r>
            <w:r w:rsidRPr="005776B3">
              <w:t>. They will typically have responsibility for establishing and reviewing systems for their site or department. They may work with the assistance of external experts to develop plans and strategies.</w:t>
            </w:r>
          </w:p>
          <w:p w14:paraId="18A97E3B" w14:textId="77777777" w:rsidR="005776B3" w:rsidRPr="005776B3" w:rsidRDefault="005776B3" w:rsidP="005776B3">
            <w:pPr>
              <w:pStyle w:val="SIText"/>
            </w:pPr>
          </w:p>
          <w:p w14:paraId="7D20BCAC" w14:textId="080548E7" w:rsidR="00E83982" w:rsidRPr="00E83982" w:rsidRDefault="00E83982" w:rsidP="00E83982">
            <w:pPr>
              <w:pStyle w:val="SIText"/>
            </w:pPr>
            <w:r w:rsidRPr="00D57984">
              <w:t>All work must be carried out to comply with workplace procedures, in accordance with state/territory health and safety</w:t>
            </w:r>
            <w:r>
              <w:t xml:space="preserve"> </w:t>
            </w:r>
            <w:r w:rsidRPr="00E83982">
              <w:t>regulations, legislation and standards that apply to the workplace.</w:t>
            </w:r>
          </w:p>
          <w:p w14:paraId="27C9531A" w14:textId="77777777" w:rsidR="005776B3" w:rsidRPr="005776B3" w:rsidRDefault="005776B3" w:rsidP="005776B3">
            <w:pPr>
              <w:pStyle w:val="SIText"/>
            </w:pPr>
          </w:p>
          <w:p w14:paraId="077C0FC6" w14:textId="63F5578F" w:rsidR="00373436" w:rsidRPr="000754EC" w:rsidRDefault="005776B3" w:rsidP="005776B3">
            <w:pPr>
              <w:pStyle w:val="SIText"/>
            </w:pPr>
            <w:r w:rsidRPr="005776B3">
              <w:t>No licensing, legislative or certification requirements are known to apply to this unit at the time of publication.</w:t>
            </w:r>
          </w:p>
        </w:tc>
      </w:tr>
      <w:tr w:rsidR="00F1480E" w:rsidRPr="00963A46" w14:paraId="035A2A3C" w14:textId="77777777" w:rsidTr="00CA2922">
        <w:tc>
          <w:tcPr>
            <w:tcW w:w="1396" w:type="pct"/>
            <w:shd w:val="clear" w:color="auto" w:fill="auto"/>
          </w:tcPr>
          <w:p w14:paraId="6A74E434" w14:textId="77777777" w:rsidR="00F1480E" w:rsidRPr="005404CB" w:rsidRDefault="00FD557D" w:rsidP="005404CB">
            <w:pPr>
              <w:pStyle w:val="SIHeading2"/>
            </w:pPr>
            <w:r w:rsidRPr="00923720">
              <w:t>Prerequisite Unit</w:t>
            </w:r>
          </w:p>
        </w:tc>
        <w:tc>
          <w:tcPr>
            <w:tcW w:w="3604" w:type="pct"/>
            <w:shd w:val="clear" w:color="auto" w:fill="auto"/>
          </w:tcPr>
          <w:p w14:paraId="21638E63" w14:textId="68060D2E" w:rsidR="00F1480E" w:rsidRPr="005404CB" w:rsidRDefault="00F1480E" w:rsidP="005404CB">
            <w:pPr>
              <w:pStyle w:val="SIText"/>
            </w:pPr>
            <w:r w:rsidRPr="008908DE">
              <w:t>Ni</w:t>
            </w:r>
            <w:r w:rsidR="007A300D" w:rsidRPr="005404CB">
              <w:t>l</w:t>
            </w:r>
          </w:p>
        </w:tc>
      </w:tr>
      <w:tr w:rsidR="00F1480E" w:rsidRPr="00963A46" w14:paraId="60903E01" w14:textId="77777777" w:rsidTr="00CA2922">
        <w:tc>
          <w:tcPr>
            <w:tcW w:w="1396" w:type="pct"/>
            <w:shd w:val="clear" w:color="auto" w:fill="auto"/>
          </w:tcPr>
          <w:p w14:paraId="3512F11A" w14:textId="77777777" w:rsidR="00F1480E" w:rsidRPr="005404CB" w:rsidRDefault="00FD557D" w:rsidP="005404CB">
            <w:pPr>
              <w:pStyle w:val="SIHeading2"/>
            </w:pPr>
            <w:r w:rsidRPr="00923720">
              <w:t>Unit Sector</w:t>
            </w:r>
          </w:p>
        </w:tc>
        <w:tc>
          <w:tcPr>
            <w:tcW w:w="3604" w:type="pct"/>
            <w:shd w:val="clear" w:color="auto" w:fill="auto"/>
          </w:tcPr>
          <w:p w14:paraId="32B839DA" w14:textId="2BE5A992" w:rsidR="00F1480E" w:rsidRPr="005404CB" w:rsidRDefault="00DD0E9A" w:rsidP="005404CB">
            <w:pPr>
              <w:pStyle w:val="SIText"/>
            </w:pPr>
            <w:r>
              <w:t>Management</w:t>
            </w:r>
            <w:r w:rsidR="00F1480E" w:rsidRPr="005404CB">
              <w:t xml:space="preserve"> (</w:t>
            </w:r>
            <w:r>
              <w:t>MGT</w:t>
            </w:r>
            <w:r w:rsidR="00F1480E" w:rsidRPr="005404CB">
              <w:t>)</w:t>
            </w:r>
          </w:p>
        </w:tc>
      </w:tr>
    </w:tbl>
    <w:p w14:paraId="18A7961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A59E5AD" w14:textId="77777777" w:rsidTr="00CA2922">
        <w:trPr>
          <w:cantSplit/>
          <w:tblHeader/>
        </w:trPr>
        <w:tc>
          <w:tcPr>
            <w:tcW w:w="1396" w:type="pct"/>
            <w:tcBorders>
              <w:bottom w:val="single" w:sz="4" w:space="0" w:color="C0C0C0"/>
            </w:tcBorders>
            <w:shd w:val="clear" w:color="auto" w:fill="auto"/>
          </w:tcPr>
          <w:p w14:paraId="7035AF25" w14:textId="77777777" w:rsidR="00F1480E" w:rsidRPr="005404CB" w:rsidRDefault="00FD557D" w:rsidP="005404CB">
            <w:pPr>
              <w:pStyle w:val="SIHeading2"/>
            </w:pPr>
            <w:r w:rsidRPr="00923720">
              <w:t>E</w:t>
            </w:r>
            <w:r w:rsidRPr="005404CB">
              <w:t>lements</w:t>
            </w:r>
          </w:p>
        </w:tc>
        <w:tc>
          <w:tcPr>
            <w:tcW w:w="3604" w:type="pct"/>
            <w:tcBorders>
              <w:bottom w:val="single" w:sz="4" w:space="0" w:color="C0C0C0"/>
            </w:tcBorders>
            <w:shd w:val="clear" w:color="auto" w:fill="auto"/>
          </w:tcPr>
          <w:p w14:paraId="568D0086" w14:textId="77777777" w:rsidR="00F1480E" w:rsidRPr="005404CB" w:rsidRDefault="00FD557D" w:rsidP="005404CB">
            <w:pPr>
              <w:pStyle w:val="SIHeading2"/>
            </w:pPr>
            <w:r w:rsidRPr="00923720">
              <w:t>Performance Criteria</w:t>
            </w:r>
          </w:p>
        </w:tc>
      </w:tr>
      <w:tr w:rsidR="00F1480E" w:rsidRPr="00963A46" w14:paraId="4AB8D445" w14:textId="77777777" w:rsidTr="00CA2922">
        <w:trPr>
          <w:cantSplit/>
          <w:tblHeader/>
        </w:trPr>
        <w:tc>
          <w:tcPr>
            <w:tcW w:w="1396" w:type="pct"/>
            <w:tcBorders>
              <w:top w:val="single" w:sz="4" w:space="0" w:color="C0C0C0"/>
            </w:tcBorders>
            <w:shd w:val="clear" w:color="auto" w:fill="auto"/>
          </w:tcPr>
          <w:p w14:paraId="65CD053F" w14:textId="77777777" w:rsidR="00F1480E" w:rsidRPr="005404CB" w:rsidRDefault="00F1480E" w:rsidP="005404CB">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054F3535" w14:textId="77777777" w:rsidR="00F1480E" w:rsidRPr="005404CB" w:rsidRDefault="00F1480E" w:rsidP="005404CB">
            <w:pPr>
              <w:pStyle w:val="SIText"/>
              <w:rPr>
                <w:rStyle w:val="SIText-Italic"/>
              </w:rPr>
            </w:pPr>
            <w:r w:rsidRPr="008908DE">
              <w:rPr>
                <w:rStyle w:val="SIText-Italic"/>
              </w:rPr>
              <w:t xml:space="preserve">Performance criteria describe the performance needed to </w:t>
            </w:r>
            <w:r w:rsidRPr="005404CB">
              <w:rPr>
                <w:rStyle w:val="SIText-Italic"/>
              </w:rPr>
              <w:t>demonstrate achievement of the element.</w:t>
            </w:r>
          </w:p>
        </w:tc>
      </w:tr>
      <w:tr w:rsidR="00471333" w:rsidRPr="00963A46" w14:paraId="093B57AB" w14:textId="77777777" w:rsidTr="00CA2922">
        <w:trPr>
          <w:cantSplit/>
        </w:trPr>
        <w:tc>
          <w:tcPr>
            <w:tcW w:w="1396" w:type="pct"/>
            <w:shd w:val="clear" w:color="auto" w:fill="auto"/>
          </w:tcPr>
          <w:p w14:paraId="2FB446BD" w14:textId="729B19FF" w:rsidR="00471333" w:rsidRPr="00471333" w:rsidRDefault="00471333" w:rsidP="00471333">
            <w:pPr>
              <w:pStyle w:val="SIText"/>
            </w:pPr>
            <w:r w:rsidRPr="00471333">
              <w:t>1. Identify the need for benchmarking</w:t>
            </w:r>
          </w:p>
        </w:tc>
        <w:tc>
          <w:tcPr>
            <w:tcW w:w="3604" w:type="pct"/>
            <w:shd w:val="clear" w:color="auto" w:fill="auto"/>
          </w:tcPr>
          <w:p w14:paraId="43412F5E" w14:textId="00872C47" w:rsidR="00471333" w:rsidRPr="00471333" w:rsidRDefault="00471333" w:rsidP="00471333">
            <w:pPr>
              <w:pStyle w:val="SIText"/>
            </w:pPr>
            <w:r w:rsidRPr="00471333">
              <w:t xml:space="preserve">1.1 Identify benchmarking as a tool for achieving strategic goals in </w:t>
            </w:r>
            <w:r w:rsidR="006A0D31">
              <w:t>workplace</w:t>
            </w:r>
            <w:r w:rsidRPr="00471333">
              <w:t xml:space="preserve"> planning processes</w:t>
            </w:r>
          </w:p>
          <w:p w14:paraId="36C2F9FF" w14:textId="77777777" w:rsidR="00471333" w:rsidRPr="00471333" w:rsidRDefault="00471333" w:rsidP="00471333">
            <w:pPr>
              <w:pStyle w:val="SIText"/>
            </w:pPr>
            <w:r w:rsidRPr="00471333">
              <w:t>1.2 Analyse customer requirements, perceptions and satisfaction data to identify the need for improvement</w:t>
            </w:r>
          </w:p>
          <w:p w14:paraId="70FD8519" w14:textId="77777777" w:rsidR="00471333" w:rsidRPr="00471333" w:rsidRDefault="00471333" w:rsidP="00471333">
            <w:pPr>
              <w:pStyle w:val="SIText"/>
            </w:pPr>
            <w:r w:rsidRPr="00471333">
              <w:t>1.3 Analyse competitors' products or processes to identify the need for improvement</w:t>
            </w:r>
          </w:p>
          <w:p w14:paraId="48E80BA3" w14:textId="77777777" w:rsidR="00471333" w:rsidRPr="00471333" w:rsidRDefault="00471333" w:rsidP="00471333">
            <w:pPr>
              <w:pStyle w:val="SIText"/>
            </w:pPr>
            <w:r w:rsidRPr="00471333">
              <w:t>1.4 Analyse company processes to determine potential improvements to efficiency</w:t>
            </w:r>
          </w:p>
          <w:p w14:paraId="0ACD8386" w14:textId="09135A4A" w:rsidR="00471333" w:rsidRPr="00471333" w:rsidRDefault="00471333" w:rsidP="00471333">
            <w:pPr>
              <w:pStyle w:val="SIText"/>
            </w:pPr>
            <w:r w:rsidRPr="00471333">
              <w:t>1.5 Analyse regulatory requirements to identify the need for improvement</w:t>
            </w:r>
          </w:p>
        </w:tc>
      </w:tr>
      <w:tr w:rsidR="00471333" w:rsidRPr="00963A46" w14:paraId="10724A78" w14:textId="77777777" w:rsidTr="00CA2922">
        <w:trPr>
          <w:cantSplit/>
        </w:trPr>
        <w:tc>
          <w:tcPr>
            <w:tcW w:w="1396" w:type="pct"/>
            <w:shd w:val="clear" w:color="auto" w:fill="auto"/>
          </w:tcPr>
          <w:p w14:paraId="449EE023" w14:textId="09649259" w:rsidR="00471333" w:rsidRPr="00471333" w:rsidRDefault="00471333" w:rsidP="00471333">
            <w:pPr>
              <w:pStyle w:val="SIText"/>
            </w:pPr>
            <w:r w:rsidRPr="00471333">
              <w:lastRenderedPageBreak/>
              <w:t>2. Prepare for benchmarking</w:t>
            </w:r>
          </w:p>
        </w:tc>
        <w:tc>
          <w:tcPr>
            <w:tcW w:w="3604" w:type="pct"/>
            <w:shd w:val="clear" w:color="auto" w:fill="auto"/>
          </w:tcPr>
          <w:p w14:paraId="60A347C1" w14:textId="7210DBA2" w:rsidR="00471333" w:rsidRPr="00471333" w:rsidRDefault="00471333" w:rsidP="00471333">
            <w:pPr>
              <w:pStyle w:val="SIText"/>
            </w:pPr>
            <w:r w:rsidRPr="00471333">
              <w:t xml:space="preserve">2.1 Determine scope and parameters of the benchmarking exercise according to </w:t>
            </w:r>
            <w:r w:rsidR="006A0D31">
              <w:t>workplace</w:t>
            </w:r>
            <w:r w:rsidRPr="00471333">
              <w:t xml:space="preserve"> priorities and plans</w:t>
            </w:r>
          </w:p>
          <w:p w14:paraId="7304A8C7" w14:textId="77777777" w:rsidR="00471333" w:rsidRPr="00471333" w:rsidRDefault="00471333" w:rsidP="00471333">
            <w:pPr>
              <w:pStyle w:val="SIText"/>
            </w:pPr>
            <w:r w:rsidRPr="00471333">
              <w:t>2.2 Estimate benchmarking resource requirements and include them in budgets and operational plans</w:t>
            </w:r>
          </w:p>
          <w:p w14:paraId="14CBC931" w14:textId="0BC6DC93" w:rsidR="00471333" w:rsidRPr="00471333" w:rsidRDefault="00471333" w:rsidP="00471333">
            <w:pPr>
              <w:pStyle w:val="SIText"/>
            </w:pPr>
            <w:r w:rsidRPr="00471333">
              <w:t xml:space="preserve">2.3 Plan benchmarking strategies around realistic timeframes and </w:t>
            </w:r>
            <w:r w:rsidR="006A0D31">
              <w:t>workplace</w:t>
            </w:r>
            <w:r w:rsidRPr="00471333">
              <w:t xml:space="preserve"> planning cycles</w:t>
            </w:r>
          </w:p>
          <w:p w14:paraId="68F209AE" w14:textId="77777777" w:rsidR="00471333" w:rsidRPr="00471333" w:rsidRDefault="00471333" w:rsidP="00471333">
            <w:pPr>
              <w:pStyle w:val="SIText"/>
            </w:pPr>
            <w:r w:rsidRPr="00471333">
              <w:t>2.4 Identify and plan software, communication and mathematical requirements</w:t>
            </w:r>
          </w:p>
          <w:p w14:paraId="286A50D9" w14:textId="77777777" w:rsidR="00471333" w:rsidRPr="00471333" w:rsidRDefault="00471333" w:rsidP="00471333">
            <w:pPr>
              <w:pStyle w:val="SIText"/>
            </w:pPr>
            <w:r w:rsidRPr="00471333">
              <w:t>2.5 Develop benchmarking goals in consultation with stakeholders</w:t>
            </w:r>
          </w:p>
          <w:p w14:paraId="11AC593F" w14:textId="77777777" w:rsidR="00471333" w:rsidRPr="00471333" w:rsidRDefault="00471333" w:rsidP="00471333">
            <w:pPr>
              <w:pStyle w:val="SIText"/>
            </w:pPr>
            <w:r w:rsidRPr="00471333">
              <w:t>2.6 Select benchmarking teams according to agreed criteria</w:t>
            </w:r>
          </w:p>
          <w:p w14:paraId="1BE87325" w14:textId="77777777" w:rsidR="00471333" w:rsidRPr="00471333" w:rsidRDefault="00471333" w:rsidP="00471333">
            <w:pPr>
              <w:pStyle w:val="SIText"/>
            </w:pPr>
            <w:r w:rsidRPr="00471333">
              <w:t>2.7 Confirm team roles and responsibilities, and deliver training accordingly</w:t>
            </w:r>
          </w:p>
          <w:p w14:paraId="3F962131" w14:textId="77777777" w:rsidR="00471333" w:rsidRPr="00471333" w:rsidRDefault="00471333" w:rsidP="00471333">
            <w:pPr>
              <w:pStyle w:val="SIText"/>
            </w:pPr>
            <w:r w:rsidRPr="00471333">
              <w:t>2.8 Schedule and document benchmarking activities following consultation with stakeholders</w:t>
            </w:r>
          </w:p>
          <w:p w14:paraId="7D842AF7" w14:textId="77777777" w:rsidR="00471333" w:rsidRPr="00471333" w:rsidRDefault="00471333" w:rsidP="00471333">
            <w:pPr>
              <w:pStyle w:val="SIText"/>
            </w:pPr>
            <w:r w:rsidRPr="00471333">
              <w:t>2.9 Establish and agree criteria for internal and external benchmarking with benchmarking team</w:t>
            </w:r>
          </w:p>
          <w:p w14:paraId="52714196" w14:textId="77777777" w:rsidR="00471333" w:rsidRPr="00471333" w:rsidRDefault="00471333" w:rsidP="00471333">
            <w:pPr>
              <w:pStyle w:val="SIText"/>
            </w:pPr>
            <w:r w:rsidRPr="00471333">
              <w:t>2.10 Identify internal and external benchmarking partners or sources, according to the scope, parameters and goals of the benchmarking exercise</w:t>
            </w:r>
          </w:p>
          <w:p w14:paraId="2F41F575" w14:textId="5DEDFB12" w:rsidR="00471333" w:rsidRPr="00471333" w:rsidRDefault="00471333" w:rsidP="00471333">
            <w:pPr>
              <w:pStyle w:val="SIText"/>
            </w:pPr>
            <w:r w:rsidRPr="00471333">
              <w:t>2.11 Develop cooperative and open relationships with benchmark partners</w:t>
            </w:r>
          </w:p>
        </w:tc>
      </w:tr>
      <w:tr w:rsidR="00471333" w:rsidRPr="00963A46" w14:paraId="1167C88A" w14:textId="77777777" w:rsidTr="00CA2922">
        <w:trPr>
          <w:cantSplit/>
        </w:trPr>
        <w:tc>
          <w:tcPr>
            <w:tcW w:w="1396" w:type="pct"/>
            <w:shd w:val="clear" w:color="auto" w:fill="auto"/>
          </w:tcPr>
          <w:p w14:paraId="0B9FA395" w14:textId="77FF8F65" w:rsidR="00471333" w:rsidRPr="00471333" w:rsidRDefault="00471333" w:rsidP="00471333">
            <w:pPr>
              <w:pStyle w:val="SIText"/>
            </w:pPr>
            <w:r w:rsidRPr="00471333">
              <w:t>3. Undertake benchmarking activity</w:t>
            </w:r>
          </w:p>
        </w:tc>
        <w:tc>
          <w:tcPr>
            <w:tcW w:w="3604" w:type="pct"/>
            <w:shd w:val="clear" w:color="auto" w:fill="auto"/>
          </w:tcPr>
          <w:p w14:paraId="367CE636" w14:textId="77777777" w:rsidR="00471333" w:rsidRPr="00471333" w:rsidRDefault="00471333" w:rsidP="00471333">
            <w:pPr>
              <w:pStyle w:val="SIText"/>
            </w:pPr>
            <w:r w:rsidRPr="00471333">
              <w:t>3.1 Identify and negotiate logistical requirements and impacts of the benchmarking exercise with stakeholders</w:t>
            </w:r>
          </w:p>
          <w:p w14:paraId="70988646" w14:textId="77777777" w:rsidR="00471333" w:rsidRPr="00471333" w:rsidRDefault="00471333" w:rsidP="00471333">
            <w:pPr>
              <w:pStyle w:val="SIText"/>
            </w:pPr>
            <w:r w:rsidRPr="00471333">
              <w:t>3.2 Develop statistical analysis and measurement frameworks</w:t>
            </w:r>
          </w:p>
          <w:p w14:paraId="26641169" w14:textId="77777777" w:rsidR="00471333" w:rsidRPr="00471333" w:rsidRDefault="00471333" w:rsidP="00471333">
            <w:pPr>
              <w:pStyle w:val="SIText"/>
            </w:pPr>
            <w:r w:rsidRPr="00471333">
              <w:t>3.3 Develop and agree problem-solving processes</w:t>
            </w:r>
          </w:p>
          <w:p w14:paraId="67FCA4DC" w14:textId="6708BDA7" w:rsidR="00471333" w:rsidRPr="00471333" w:rsidRDefault="00471333" w:rsidP="00471333">
            <w:pPr>
              <w:pStyle w:val="SIText"/>
            </w:pPr>
            <w:r w:rsidRPr="00471333">
              <w:t xml:space="preserve">3.4 Analyse and document own </w:t>
            </w:r>
            <w:r w:rsidR="006A0D31">
              <w:t>workplace</w:t>
            </w:r>
            <w:r w:rsidRPr="00471333">
              <w:t xml:space="preserve"> or department functions, </w:t>
            </w:r>
            <w:proofErr w:type="gramStart"/>
            <w:r w:rsidRPr="00471333">
              <w:t>processes</w:t>
            </w:r>
            <w:proofErr w:type="gramEnd"/>
            <w:r w:rsidRPr="00471333">
              <w:t xml:space="preserve"> and operations according to agreed criteria</w:t>
            </w:r>
          </w:p>
          <w:p w14:paraId="624D8335" w14:textId="77777777" w:rsidR="00471333" w:rsidRPr="00471333" w:rsidRDefault="00471333" w:rsidP="00471333">
            <w:pPr>
              <w:pStyle w:val="SIText"/>
            </w:pPr>
            <w:r w:rsidRPr="00471333">
              <w:t>3.5 Analyse and document benchmarking partners functions, processes, operations and performance outcomes</w:t>
            </w:r>
          </w:p>
          <w:p w14:paraId="52AF68B0" w14:textId="77777777" w:rsidR="00471333" w:rsidRPr="00471333" w:rsidRDefault="00471333" w:rsidP="00471333">
            <w:pPr>
              <w:pStyle w:val="SIText"/>
            </w:pPr>
            <w:r w:rsidRPr="00471333">
              <w:t>3.6 Compare performance to identify compatibility of measurement data, commonalities, trends, differences and gaps</w:t>
            </w:r>
          </w:p>
          <w:p w14:paraId="2E4FF903" w14:textId="77777777" w:rsidR="00471333" w:rsidRPr="00471333" w:rsidRDefault="00471333" w:rsidP="00471333">
            <w:pPr>
              <w:pStyle w:val="SIText"/>
            </w:pPr>
            <w:r w:rsidRPr="00471333">
              <w:t>3.7 Communicate comparisons or benchmarking reports to benchmarking partners according to agreement</w:t>
            </w:r>
          </w:p>
          <w:p w14:paraId="52188309" w14:textId="4D10B018" w:rsidR="00471333" w:rsidRPr="00471333" w:rsidRDefault="00471333" w:rsidP="00471333">
            <w:pPr>
              <w:pStyle w:val="SIText"/>
            </w:pPr>
            <w:r w:rsidRPr="00471333">
              <w:t>3.8 Develop strategies for change from analysing and evaluating divergences and gaps</w:t>
            </w:r>
          </w:p>
        </w:tc>
      </w:tr>
      <w:tr w:rsidR="00471333" w:rsidRPr="00963A46" w14:paraId="58022026" w14:textId="77777777" w:rsidTr="00CA2922">
        <w:trPr>
          <w:cantSplit/>
        </w:trPr>
        <w:tc>
          <w:tcPr>
            <w:tcW w:w="1396" w:type="pct"/>
            <w:shd w:val="clear" w:color="auto" w:fill="auto"/>
          </w:tcPr>
          <w:p w14:paraId="30B10B10" w14:textId="144077EA" w:rsidR="00471333" w:rsidRPr="00471333" w:rsidRDefault="00471333" w:rsidP="00471333">
            <w:pPr>
              <w:pStyle w:val="SIText"/>
            </w:pPr>
            <w:r w:rsidRPr="00471333">
              <w:t>4. Capitalise on benchmarking outcomes</w:t>
            </w:r>
          </w:p>
        </w:tc>
        <w:tc>
          <w:tcPr>
            <w:tcW w:w="3604" w:type="pct"/>
            <w:shd w:val="clear" w:color="auto" w:fill="auto"/>
          </w:tcPr>
          <w:p w14:paraId="084514C4" w14:textId="77777777" w:rsidR="00471333" w:rsidRPr="00471333" w:rsidRDefault="00471333" w:rsidP="00471333">
            <w:pPr>
              <w:pStyle w:val="SIText"/>
            </w:pPr>
            <w:r w:rsidRPr="00471333">
              <w:t>4.1 Identify opportunities for using benchmarking and benchmarking data in continuous improvement processes</w:t>
            </w:r>
          </w:p>
          <w:p w14:paraId="5D3A64FD" w14:textId="77777777" w:rsidR="00471333" w:rsidRPr="00471333" w:rsidRDefault="00471333" w:rsidP="00471333">
            <w:pPr>
              <w:pStyle w:val="SIText"/>
            </w:pPr>
            <w:r w:rsidRPr="00471333">
              <w:t>4.2 Build customer consultation and feedback into continuous improvement processes</w:t>
            </w:r>
          </w:p>
          <w:p w14:paraId="24412A2F" w14:textId="5560B018" w:rsidR="00471333" w:rsidRPr="00471333" w:rsidRDefault="00471333" w:rsidP="00471333">
            <w:pPr>
              <w:pStyle w:val="SIText"/>
            </w:pPr>
            <w:r w:rsidRPr="00471333">
              <w:t xml:space="preserve">4.3 Support </w:t>
            </w:r>
            <w:r w:rsidR="006A0D31">
              <w:t>workplace</w:t>
            </w:r>
            <w:r w:rsidRPr="00471333">
              <w:t xml:space="preserve"> personnel during the change process</w:t>
            </w:r>
          </w:p>
          <w:p w14:paraId="72FC129B" w14:textId="77777777" w:rsidR="00471333" w:rsidRPr="00471333" w:rsidRDefault="00471333" w:rsidP="00471333">
            <w:pPr>
              <w:pStyle w:val="SIText"/>
            </w:pPr>
            <w:r w:rsidRPr="00471333">
              <w:t>4.4 Measure and report improvements resulting from the benchmarking processes to stakeholders</w:t>
            </w:r>
          </w:p>
          <w:p w14:paraId="13023D9B" w14:textId="79506F4B" w:rsidR="00471333" w:rsidRPr="00471333" w:rsidRDefault="00471333" w:rsidP="00471333">
            <w:pPr>
              <w:pStyle w:val="SIText"/>
            </w:pPr>
            <w:r w:rsidRPr="00471333">
              <w:t xml:space="preserve">4.5 Use benchmarking information to develop the </w:t>
            </w:r>
            <w:r w:rsidR="006A0D31">
              <w:t>workplace</w:t>
            </w:r>
            <w:r w:rsidRPr="00471333">
              <w:t>'s competitive advantage and market profile</w:t>
            </w:r>
          </w:p>
        </w:tc>
      </w:tr>
    </w:tbl>
    <w:p w14:paraId="5585088F" w14:textId="77777777" w:rsidR="005F771F" w:rsidRDefault="005F771F" w:rsidP="005F771F">
      <w:pPr>
        <w:pStyle w:val="SIText"/>
      </w:pPr>
    </w:p>
    <w:p w14:paraId="6BA63927" w14:textId="77777777" w:rsidR="005F771F" w:rsidRPr="000754EC" w:rsidRDefault="005F771F" w:rsidP="000754EC">
      <w:r>
        <w:br w:type="page"/>
      </w:r>
    </w:p>
    <w:p w14:paraId="62EB79E3"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594B2BC7" w14:textId="77777777" w:rsidTr="00CA2922">
        <w:trPr>
          <w:tblHeader/>
        </w:trPr>
        <w:tc>
          <w:tcPr>
            <w:tcW w:w="5000" w:type="pct"/>
            <w:gridSpan w:val="2"/>
          </w:tcPr>
          <w:p w14:paraId="7EAFE8E1" w14:textId="77777777" w:rsidR="00F1480E" w:rsidRPr="005404CB" w:rsidRDefault="00FD557D" w:rsidP="005404CB">
            <w:pPr>
              <w:pStyle w:val="SIHeading2"/>
            </w:pPr>
            <w:r w:rsidRPr="00041E59">
              <w:t>F</w:t>
            </w:r>
            <w:r w:rsidRPr="005404CB">
              <w:t>oundation Skills</w:t>
            </w:r>
          </w:p>
          <w:p w14:paraId="3D8603C3" w14:textId="77777777" w:rsidR="00F1480E" w:rsidRPr="005404CB" w:rsidRDefault="00F1480E" w:rsidP="005404CB">
            <w:pPr>
              <w:rPr>
                <w:rStyle w:val="SIText-Italic"/>
                <w:rFonts w:eastAsiaTheme="majorEastAsia"/>
              </w:rPr>
            </w:pPr>
            <w:r w:rsidRPr="005404CB">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2BF7C1AD" w14:textId="77777777" w:rsidTr="00CA2922">
        <w:trPr>
          <w:tblHeader/>
        </w:trPr>
        <w:tc>
          <w:tcPr>
            <w:tcW w:w="1396" w:type="pct"/>
          </w:tcPr>
          <w:p w14:paraId="33DB4643" w14:textId="77777777" w:rsidR="00F1480E" w:rsidRPr="005404CB" w:rsidDel="00423CB2" w:rsidRDefault="00F1480E" w:rsidP="005404CB">
            <w:pPr>
              <w:pStyle w:val="SIText-Bold"/>
              <w:rPr>
                <w:rFonts w:eastAsiaTheme="majorEastAsia"/>
              </w:rPr>
            </w:pPr>
            <w:r w:rsidRPr="005404CB">
              <w:rPr>
                <w:rFonts w:eastAsiaTheme="majorEastAsia"/>
              </w:rPr>
              <w:t>Skill</w:t>
            </w:r>
          </w:p>
        </w:tc>
        <w:tc>
          <w:tcPr>
            <w:tcW w:w="3604" w:type="pct"/>
          </w:tcPr>
          <w:p w14:paraId="7E23516D" w14:textId="77777777" w:rsidR="00F1480E" w:rsidRPr="005404CB" w:rsidDel="00423CB2" w:rsidRDefault="00F1480E" w:rsidP="005404CB">
            <w:pPr>
              <w:pStyle w:val="SIText-Bold"/>
              <w:rPr>
                <w:rFonts w:eastAsiaTheme="majorEastAsia"/>
              </w:rPr>
            </w:pPr>
            <w:r w:rsidRPr="005404CB">
              <w:rPr>
                <w:rFonts w:eastAsiaTheme="majorEastAsia"/>
              </w:rPr>
              <w:t>Description</w:t>
            </w:r>
          </w:p>
        </w:tc>
      </w:tr>
      <w:tr w:rsidR="00DD0E9A" w:rsidRPr="00336FCA" w:rsidDel="00423CB2" w14:paraId="1D55A4CF" w14:textId="77777777" w:rsidTr="00CA2922">
        <w:trPr>
          <w:tblHeader/>
        </w:trPr>
        <w:tc>
          <w:tcPr>
            <w:tcW w:w="1396" w:type="pct"/>
          </w:tcPr>
          <w:p w14:paraId="34F783FF" w14:textId="1BE4A490" w:rsidR="00DD0E9A" w:rsidRPr="005404CB" w:rsidRDefault="00DD0E9A" w:rsidP="00F9646E">
            <w:pPr>
              <w:pStyle w:val="SIText"/>
              <w:rPr>
                <w:rFonts w:eastAsiaTheme="majorEastAsia"/>
              </w:rPr>
            </w:pPr>
            <w:r>
              <w:rPr>
                <w:rFonts w:eastAsiaTheme="majorEastAsia"/>
              </w:rPr>
              <w:t>Oral communication</w:t>
            </w:r>
          </w:p>
        </w:tc>
        <w:tc>
          <w:tcPr>
            <w:tcW w:w="3604" w:type="pct"/>
          </w:tcPr>
          <w:p w14:paraId="2FA31E52" w14:textId="77777777" w:rsidR="00DD0E9A" w:rsidRDefault="007D5DF5" w:rsidP="007D5DF5">
            <w:pPr>
              <w:pStyle w:val="SIBulletList1"/>
              <w:rPr>
                <w:rFonts w:eastAsiaTheme="majorEastAsia"/>
              </w:rPr>
            </w:pPr>
            <w:r>
              <w:rPr>
                <w:rFonts w:eastAsiaTheme="majorEastAsia"/>
              </w:rPr>
              <w:t>Interact effectively with team members and management</w:t>
            </w:r>
          </w:p>
          <w:p w14:paraId="168F950C" w14:textId="62866054" w:rsidR="007D5DF5" w:rsidRPr="005404CB" w:rsidRDefault="007D5DF5" w:rsidP="00F9646E">
            <w:pPr>
              <w:pStyle w:val="SIBulletList1"/>
              <w:rPr>
                <w:rFonts w:eastAsiaTheme="majorEastAsia"/>
              </w:rPr>
            </w:pPr>
            <w:r>
              <w:rPr>
                <w:rFonts w:eastAsiaTheme="majorEastAsia"/>
              </w:rPr>
              <w:t xml:space="preserve">Present information to a group </w:t>
            </w:r>
          </w:p>
        </w:tc>
      </w:tr>
      <w:tr w:rsidR="00DD0E9A" w:rsidRPr="00336FCA" w:rsidDel="00423CB2" w14:paraId="7A5E0957" w14:textId="77777777" w:rsidTr="00CA2922">
        <w:trPr>
          <w:tblHeader/>
        </w:trPr>
        <w:tc>
          <w:tcPr>
            <w:tcW w:w="1396" w:type="pct"/>
          </w:tcPr>
          <w:p w14:paraId="06CE91E4" w14:textId="0654D4C4" w:rsidR="00DD0E9A" w:rsidRDefault="00DD0E9A" w:rsidP="00F9646E">
            <w:pPr>
              <w:pStyle w:val="SIText"/>
              <w:rPr>
                <w:rFonts w:eastAsiaTheme="majorEastAsia"/>
              </w:rPr>
            </w:pPr>
            <w:r>
              <w:rPr>
                <w:rFonts w:eastAsiaTheme="majorEastAsia"/>
              </w:rPr>
              <w:t>Numeracy</w:t>
            </w:r>
          </w:p>
        </w:tc>
        <w:tc>
          <w:tcPr>
            <w:tcW w:w="3604" w:type="pct"/>
          </w:tcPr>
          <w:p w14:paraId="77971F3B" w14:textId="251ECE8D" w:rsidR="00DD0E9A" w:rsidRDefault="007D5DF5" w:rsidP="00F9646E">
            <w:pPr>
              <w:pStyle w:val="SIBulletList1"/>
              <w:rPr>
                <w:rFonts w:eastAsiaTheme="majorEastAsia"/>
              </w:rPr>
            </w:pPr>
            <w:r>
              <w:rPr>
                <w:rFonts w:eastAsiaTheme="majorEastAsia"/>
              </w:rPr>
              <w:t>Carry out calculations related to budgeting and return on investment (ROI)</w:t>
            </w:r>
          </w:p>
          <w:p w14:paraId="29E6B304" w14:textId="5356AC3D" w:rsidR="007D5DF5" w:rsidRDefault="007D5DF5" w:rsidP="00F9646E">
            <w:pPr>
              <w:pStyle w:val="SIBulletList1"/>
              <w:rPr>
                <w:rFonts w:eastAsiaTheme="majorEastAsia"/>
              </w:rPr>
            </w:pPr>
            <w:r>
              <w:rPr>
                <w:rFonts w:eastAsiaTheme="majorEastAsia"/>
              </w:rPr>
              <w:t>Use software programs to model outcomes</w:t>
            </w:r>
          </w:p>
          <w:p w14:paraId="3DBF9904" w14:textId="59D9C93D" w:rsidR="007D5DF5" w:rsidRPr="005404CB" w:rsidRDefault="007D5DF5" w:rsidP="00F9646E">
            <w:pPr>
              <w:pStyle w:val="SIBulletList1"/>
              <w:rPr>
                <w:rFonts w:eastAsiaTheme="majorEastAsia"/>
              </w:rPr>
            </w:pPr>
            <w:r>
              <w:rPr>
                <w:rFonts w:eastAsiaTheme="majorEastAsia"/>
              </w:rPr>
              <w:t>Recognise trends in graphs</w:t>
            </w:r>
          </w:p>
        </w:tc>
      </w:tr>
    </w:tbl>
    <w:p w14:paraId="7B09BA9F" w14:textId="77777777" w:rsidR="00916CD7" w:rsidRDefault="00916CD7" w:rsidP="005F771F">
      <w:pPr>
        <w:pStyle w:val="SIText"/>
      </w:pPr>
    </w:p>
    <w:p w14:paraId="1905780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110D69F6" w14:textId="77777777" w:rsidTr="00F33FF2">
        <w:tc>
          <w:tcPr>
            <w:tcW w:w="5000" w:type="pct"/>
            <w:gridSpan w:val="4"/>
          </w:tcPr>
          <w:p w14:paraId="01D9869A" w14:textId="77777777" w:rsidR="00F1480E" w:rsidRPr="005404CB" w:rsidRDefault="00FD557D" w:rsidP="005404CB">
            <w:pPr>
              <w:pStyle w:val="SIHeading2"/>
            </w:pPr>
            <w:r w:rsidRPr="00923720">
              <w:t>U</w:t>
            </w:r>
            <w:r w:rsidRPr="005404CB">
              <w:t>nit Mapping Information</w:t>
            </w:r>
          </w:p>
        </w:tc>
      </w:tr>
      <w:tr w:rsidR="00F1480E" w14:paraId="73E0EB4B" w14:textId="77777777" w:rsidTr="00F33FF2">
        <w:tc>
          <w:tcPr>
            <w:tcW w:w="1028" w:type="pct"/>
          </w:tcPr>
          <w:p w14:paraId="4AA6B5B2" w14:textId="77777777" w:rsidR="00F1480E" w:rsidRPr="005404CB" w:rsidRDefault="00F1480E" w:rsidP="005404CB">
            <w:pPr>
              <w:pStyle w:val="SIText-Bold"/>
            </w:pPr>
            <w:r w:rsidRPr="00923720">
              <w:t>Code and title current version</w:t>
            </w:r>
          </w:p>
        </w:tc>
        <w:tc>
          <w:tcPr>
            <w:tcW w:w="1105" w:type="pct"/>
          </w:tcPr>
          <w:p w14:paraId="78954866" w14:textId="77777777" w:rsidR="00F1480E" w:rsidRPr="005404CB" w:rsidRDefault="008322BE" w:rsidP="005404CB">
            <w:pPr>
              <w:pStyle w:val="SIText-Bold"/>
            </w:pPr>
            <w:r>
              <w:t xml:space="preserve">Code and title previous </w:t>
            </w:r>
            <w:r w:rsidR="00F1480E" w:rsidRPr="005404CB">
              <w:t>version</w:t>
            </w:r>
          </w:p>
        </w:tc>
        <w:tc>
          <w:tcPr>
            <w:tcW w:w="1251" w:type="pct"/>
          </w:tcPr>
          <w:p w14:paraId="12076FFD" w14:textId="77777777" w:rsidR="00F1480E" w:rsidRPr="005404CB" w:rsidRDefault="00F1480E" w:rsidP="005404CB">
            <w:pPr>
              <w:pStyle w:val="SIText-Bold"/>
            </w:pPr>
            <w:r w:rsidRPr="00923720">
              <w:t>Comments</w:t>
            </w:r>
          </w:p>
        </w:tc>
        <w:tc>
          <w:tcPr>
            <w:tcW w:w="1616" w:type="pct"/>
          </w:tcPr>
          <w:p w14:paraId="425FE4FF" w14:textId="77777777" w:rsidR="00F1480E" w:rsidRPr="005404CB" w:rsidRDefault="00F1480E" w:rsidP="005404CB">
            <w:pPr>
              <w:pStyle w:val="SIText-Bold"/>
            </w:pPr>
            <w:r w:rsidRPr="00923720">
              <w:t>Equivalence status</w:t>
            </w:r>
          </w:p>
        </w:tc>
      </w:tr>
      <w:tr w:rsidR="00967FAB" w14:paraId="7B3AD32B" w14:textId="77777777" w:rsidTr="00F33FF2">
        <w:tc>
          <w:tcPr>
            <w:tcW w:w="1028" w:type="pct"/>
          </w:tcPr>
          <w:p w14:paraId="6D2D389C" w14:textId="7D28D38F" w:rsidR="00967FAB" w:rsidRDefault="006A0D31" w:rsidP="00967FAB">
            <w:pPr>
              <w:pStyle w:val="SIText"/>
            </w:pPr>
            <w:r w:rsidRPr="00967FAB">
              <w:t>AMPMGT6</w:t>
            </w:r>
            <w:r>
              <w:t>X8</w:t>
            </w:r>
            <w:r w:rsidRPr="00967FAB">
              <w:t xml:space="preserve"> </w:t>
            </w:r>
            <w:r w:rsidR="00967FAB" w:rsidRPr="00967FAB">
              <w:t xml:space="preserve">Benchmark to manage and improve </w:t>
            </w:r>
            <w:r>
              <w:t>workplace</w:t>
            </w:r>
            <w:r w:rsidR="00967FAB" w:rsidRPr="00967FAB">
              <w:t xml:space="preserve"> performance</w:t>
            </w:r>
          </w:p>
          <w:p w14:paraId="16AF823A" w14:textId="6ACB5352" w:rsidR="00DD0E9A" w:rsidRPr="00967FAB" w:rsidRDefault="00DD0E9A" w:rsidP="00967FAB">
            <w:pPr>
              <w:pStyle w:val="SIText"/>
            </w:pPr>
          </w:p>
        </w:tc>
        <w:tc>
          <w:tcPr>
            <w:tcW w:w="1105" w:type="pct"/>
          </w:tcPr>
          <w:p w14:paraId="6623A6C9" w14:textId="1548653B" w:rsidR="00967FAB" w:rsidRPr="00967FAB" w:rsidRDefault="00DD0E9A" w:rsidP="00967FAB">
            <w:pPr>
              <w:pStyle w:val="SIText"/>
            </w:pPr>
            <w:r w:rsidRPr="00967FAB">
              <w:t xml:space="preserve">AMPMGT601 Benchmark to manage and improve enterprise performance </w:t>
            </w:r>
          </w:p>
        </w:tc>
        <w:tc>
          <w:tcPr>
            <w:tcW w:w="1251" w:type="pct"/>
          </w:tcPr>
          <w:p w14:paraId="2D04272E" w14:textId="77777777" w:rsidR="006A0D31" w:rsidRDefault="006A0D31" w:rsidP="00967FAB">
            <w:pPr>
              <w:pStyle w:val="SIText"/>
            </w:pPr>
            <w:r>
              <w:t>Title updated</w:t>
            </w:r>
          </w:p>
          <w:p w14:paraId="21189FDD" w14:textId="15604667" w:rsidR="006A0D31" w:rsidRDefault="00E83982" w:rsidP="00967FAB">
            <w:pPr>
              <w:pStyle w:val="SIText"/>
            </w:pPr>
            <w:r>
              <w:t>Foundation Skills added</w:t>
            </w:r>
            <w:r w:rsidR="00967FAB" w:rsidRPr="00967FAB">
              <w:t xml:space="preserve"> </w:t>
            </w:r>
          </w:p>
          <w:p w14:paraId="38EF1B27" w14:textId="29799936" w:rsidR="00967FAB" w:rsidRPr="00967FAB" w:rsidRDefault="00E83982" w:rsidP="00967FAB">
            <w:pPr>
              <w:pStyle w:val="SIText"/>
            </w:pPr>
            <w:r>
              <w:t>Minor change</w:t>
            </w:r>
            <w:r w:rsidR="00100BC7">
              <w:t>s</w:t>
            </w:r>
            <w:r>
              <w:t xml:space="preserve"> to </w:t>
            </w:r>
            <w:r w:rsidR="00100BC7">
              <w:t xml:space="preserve">unit Application, Performance </w:t>
            </w:r>
            <w:r w:rsidR="00EC3133">
              <w:t>E</w:t>
            </w:r>
            <w:r w:rsidR="00100BC7">
              <w:t xml:space="preserve">vidence and </w:t>
            </w:r>
            <w:r>
              <w:t>A</w:t>
            </w:r>
            <w:r w:rsidRPr="00967FAB">
              <w:t xml:space="preserve">ssessment </w:t>
            </w:r>
            <w:r>
              <w:t>C</w:t>
            </w:r>
            <w:r w:rsidR="00967FAB" w:rsidRPr="00967FAB">
              <w:t xml:space="preserve">onditions </w:t>
            </w:r>
          </w:p>
        </w:tc>
        <w:tc>
          <w:tcPr>
            <w:tcW w:w="1616" w:type="pct"/>
          </w:tcPr>
          <w:p w14:paraId="44BBFF38" w14:textId="718742E6" w:rsidR="00967FAB" w:rsidRPr="00967FAB" w:rsidRDefault="00967FAB" w:rsidP="00967FAB">
            <w:pPr>
              <w:pStyle w:val="SIText"/>
            </w:pPr>
            <w:r w:rsidRPr="00967FAB">
              <w:t>Equivalent</w:t>
            </w:r>
          </w:p>
        </w:tc>
      </w:tr>
    </w:tbl>
    <w:p w14:paraId="1AC411E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4DCE21F5" w14:textId="77777777" w:rsidTr="00CA2922">
        <w:tc>
          <w:tcPr>
            <w:tcW w:w="1396" w:type="pct"/>
            <w:shd w:val="clear" w:color="auto" w:fill="auto"/>
          </w:tcPr>
          <w:p w14:paraId="6EF0B44B" w14:textId="77777777" w:rsidR="00F1480E" w:rsidRPr="005404CB" w:rsidRDefault="00FD557D" w:rsidP="005404CB">
            <w:pPr>
              <w:pStyle w:val="SIHeading2"/>
            </w:pPr>
            <w:r w:rsidRPr="00CC451E">
              <w:t>L</w:t>
            </w:r>
            <w:r w:rsidRPr="005404CB">
              <w:t>inks</w:t>
            </w:r>
          </w:p>
        </w:tc>
        <w:tc>
          <w:tcPr>
            <w:tcW w:w="3604" w:type="pct"/>
            <w:shd w:val="clear" w:color="auto" w:fill="auto"/>
          </w:tcPr>
          <w:p w14:paraId="2341A379" w14:textId="77777777" w:rsidR="00520E9A" w:rsidRPr="005404CB" w:rsidRDefault="00520E9A" w:rsidP="005404CB">
            <w:pPr>
              <w:pStyle w:val="SIText"/>
            </w:pPr>
            <w:r>
              <w:t xml:space="preserve">Companion Volumes, including Implementation </w:t>
            </w:r>
            <w:r w:rsidR="00346FDC" w:rsidRPr="005404CB">
              <w:t xml:space="preserve">Guides, are available at </w:t>
            </w:r>
            <w:proofErr w:type="spellStart"/>
            <w:r w:rsidR="00346FDC" w:rsidRPr="005404CB">
              <w:t>VETNet</w:t>
            </w:r>
            <w:proofErr w:type="spellEnd"/>
            <w:r w:rsidR="00346FDC" w:rsidRPr="005404CB">
              <w:t xml:space="preserve">: </w:t>
            </w:r>
          </w:p>
          <w:p w14:paraId="2829271C" w14:textId="5CD84FD6" w:rsidR="00F1480E" w:rsidRPr="005404CB" w:rsidRDefault="00DB19DC" w:rsidP="005404CB">
            <w:pPr>
              <w:pStyle w:val="SIText"/>
            </w:pPr>
            <w:hyperlink r:id="rId11" w:history="1">
              <w:r w:rsidR="00967FAB" w:rsidRPr="00967FAB">
                <w:t>https://vetnet.gov.au/Pages/TrainingDocs.aspx?q=5e2e56b7-698f-4822-84bb-25adbb8443a7</w:t>
              </w:r>
            </w:hyperlink>
          </w:p>
        </w:tc>
      </w:tr>
    </w:tbl>
    <w:p w14:paraId="77F98419" w14:textId="77777777" w:rsidR="00F1480E" w:rsidRDefault="00F1480E" w:rsidP="005F771F">
      <w:pPr>
        <w:pStyle w:val="SIText"/>
      </w:pPr>
    </w:p>
    <w:p w14:paraId="3A4DB9F4"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0475A613" w14:textId="77777777" w:rsidTr="00113678">
        <w:trPr>
          <w:tblHeader/>
        </w:trPr>
        <w:tc>
          <w:tcPr>
            <w:tcW w:w="1478" w:type="pct"/>
            <w:shd w:val="clear" w:color="auto" w:fill="auto"/>
          </w:tcPr>
          <w:p w14:paraId="52E39DAE" w14:textId="77777777" w:rsidR="00556C4C" w:rsidRPr="005404CB" w:rsidRDefault="00556C4C" w:rsidP="005404CB">
            <w:pPr>
              <w:pStyle w:val="SIUnittitle"/>
            </w:pPr>
            <w:r w:rsidRPr="002C55E9">
              <w:lastRenderedPageBreak/>
              <w:t>T</w:t>
            </w:r>
            <w:r w:rsidRPr="005404CB">
              <w:t>ITLE</w:t>
            </w:r>
          </w:p>
        </w:tc>
        <w:tc>
          <w:tcPr>
            <w:tcW w:w="3522" w:type="pct"/>
            <w:shd w:val="clear" w:color="auto" w:fill="auto"/>
          </w:tcPr>
          <w:p w14:paraId="01250677" w14:textId="0AA34B8B" w:rsidR="00556C4C" w:rsidRPr="005404CB" w:rsidRDefault="00556C4C" w:rsidP="005404CB">
            <w:pPr>
              <w:pStyle w:val="SIUnittitle"/>
            </w:pPr>
            <w:r w:rsidRPr="00F56827">
              <w:t xml:space="preserve">Assessment requirements for </w:t>
            </w:r>
            <w:r w:rsidR="00BA5A1D" w:rsidRPr="00BA5A1D">
              <w:t>AMPMGT6</w:t>
            </w:r>
            <w:r w:rsidR="006A0D31">
              <w:t>X8</w:t>
            </w:r>
            <w:r w:rsidR="00BA5A1D" w:rsidRPr="00BA5A1D">
              <w:t xml:space="preserve"> Benchmark to manage and improve </w:t>
            </w:r>
            <w:r w:rsidR="006A0D31">
              <w:t>workplace</w:t>
            </w:r>
            <w:r w:rsidR="00BA5A1D" w:rsidRPr="00BA5A1D">
              <w:t xml:space="preserve"> performance</w:t>
            </w:r>
          </w:p>
        </w:tc>
      </w:tr>
      <w:tr w:rsidR="00556C4C" w:rsidRPr="00A55106" w14:paraId="771FD9C1" w14:textId="77777777" w:rsidTr="00113678">
        <w:trPr>
          <w:tblHeader/>
        </w:trPr>
        <w:tc>
          <w:tcPr>
            <w:tcW w:w="5000" w:type="pct"/>
            <w:gridSpan w:val="2"/>
            <w:shd w:val="clear" w:color="auto" w:fill="auto"/>
          </w:tcPr>
          <w:p w14:paraId="3070EC23" w14:textId="77777777" w:rsidR="00556C4C" w:rsidRPr="005404CB" w:rsidRDefault="00D71E43" w:rsidP="005404CB">
            <w:pPr>
              <w:pStyle w:val="SIHeading2"/>
            </w:pPr>
            <w:r>
              <w:t>Performance E</w:t>
            </w:r>
            <w:r w:rsidRPr="005404CB">
              <w:t>vidence</w:t>
            </w:r>
          </w:p>
        </w:tc>
      </w:tr>
      <w:tr w:rsidR="00556C4C" w:rsidRPr="00067E1C" w14:paraId="571BA992" w14:textId="77777777" w:rsidTr="00113678">
        <w:tc>
          <w:tcPr>
            <w:tcW w:w="5000" w:type="pct"/>
            <w:gridSpan w:val="2"/>
            <w:shd w:val="clear" w:color="auto" w:fill="auto"/>
          </w:tcPr>
          <w:p w14:paraId="7C8379A3" w14:textId="73CDCA49" w:rsidR="00967FAB" w:rsidRDefault="00967FAB" w:rsidP="00967FAB">
            <w:pPr>
              <w:pStyle w:val="SIText"/>
            </w:pPr>
            <w:r w:rsidRPr="00967FAB">
              <w:t>An individual demonstrating competency must satisfy all of the elements and performance criteria in this unit.</w:t>
            </w:r>
          </w:p>
          <w:p w14:paraId="38D639C6" w14:textId="77777777" w:rsidR="00967FAB" w:rsidRPr="00967FAB" w:rsidRDefault="00967FAB" w:rsidP="00967FAB">
            <w:pPr>
              <w:pStyle w:val="SIText"/>
            </w:pPr>
          </w:p>
          <w:p w14:paraId="5ADE6E08" w14:textId="0D732019" w:rsidR="00967FAB" w:rsidRDefault="00967FAB" w:rsidP="00967FAB">
            <w:pPr>
              <w:pStyle w:val="SIText"/>
            </w:pPr>
            <w:r w:rsidRPr="00967FAB">
              <w:t>Effective management and/or facilitation of a benchmarking process, including related improvement activities, must be demonstrated.</w:t>
            </w:r>
          </w:p>
          <w:p w14:paraId="14A31748" w14:textId="77777777" w:rsidR="00967FAB" w:rsidRPr="00967FAB" w:rsidRDefault="00967FAB" w:rsidP="00967FAB">
            <w:pPr>
              <w:pStyle w:val="SIText"/>
            </w:pPr>
          </w:p>
          <w:p w14:paraId="223000A6" w14:textId="71CBADD1" w:rsidR="00967FAB" w:rsidRPr="00967FAB" w:rsidRDefault="00967FAB" w:rsidP="00967FAB">
            <w:pPr>
              <w:pStyle w:val="SIText"/>
            </w:pPr>
            <w:r w:rsidRPr="00967FAB">
              <w:t xml:space="preserve">There must be evidence that the individual has managed or facilitated a benchmarking process </w:t>
            </w:r>
            <w:r w:rsidR="00100BC7">
              <w:t>for at least one processing plant</w:t>
            </w:r>
            <w:r w:rsidRPr="00967FAB">
              <w:t>, including:</w:t>
            </w:r>
          </w:p>
          <w:p w14:paraId="2695AEAE" w14:textId="3595BE95" w:rsidR="00967FAB" w:rsidRPr="00967FAB" w:rsidRDefault="00967FAB" w:rsidP="00967FAB">
            <w:pPr>
              <w:pStyle w:val="SIBulletList1"/>
            </w:pPr>
            <w:r w:rsidRPr="00967FAB">
              <w:t xml:space="preserve">determined criteria identifying appropriate benchmarking partners and maintaining positive partner relationships, in accordance with </w:t>
            </w:r>
            <w:r w:rsidR="006A0D31">
              <w:t>workplace</w:t>
            </w:r>
            <w:r w:rsidRPr="00967FAB">
              <w:t xml:space="preserve"> goals and directions</w:t>
            </w:r>
          </w:p>
          <w:p w14:paraId="575B22E6" w14:textId="4CBD1E9D" w:rsidR="00967FAB" w:rsidRPr="00967FAB" w:rsidRDefault="00967FAB" w:rsidP="00967FAB">
            <w:pPr>
              <w:pStyle w:val="SIBulletList1"/>
            </w:pPr>
            <w:r w:rsidRPr="00967FAB">
              <w:t xml:space="preserve">accessed industry and </w:t>
            </w:r>
            <w:r w:rsidR="006A0D31">
              <w:t>workplace</w:t>
            </w:r>
            <w:r w:rsidRPr="00967FAB">
              <w:t xml:space="preserve"> benchmarking data</w:t>
            </w:r>
          </w:p>
          <w:p w14:paraId="5E56BBA7" w14:textId="1F648FC2" w:rsidR="00967FAB" w:rsidRPr="00967FAB" w:rsidRDefault="00967FAB" w:rsidP="00967FAB">
            <w:pPr>
              <w:pStyle w:val="SIBulletList1"/>
            </w:pPr>
            <w:r w:rsidRPr="00967FAB">
              <w:t xml:space="preserve">analysed and interpreted a range of complex qualitative and quantitative data relating to </w:t>
            </w:r>
            <w:r w:rsidR="006A0D31">
              <w:t>workplace</w:t>
            </w:r>
            <w:r w:rsidRPr="00967FAB">
              <w:t xml:space="preserve"> operations and benchmarking activities</w:t>
            </w:r>
          </w:p>
          <w:p w14:paraId="4069D74D" w14:textId="40A4C001" w:rsidR="00967FAB" w:rsidRPr="00967FAB" w:rsidRDefault="00967FAB" w:rsidP="00967FAB">
            <w:pPr>
              <w:pStyle w:val="SIBulletList1"/>
            </w:pPr>
            <w:r w:rsidRPr="00967FAB">
              <w:t xml:space="preserve">identified </w:t>
            </w:r>
            <w:r w:rsidR="006A0D31">
              <w:t>workplace</w:t>
            </w:r>
            <w:r w:rsidRPr="00967FAB">
              <w:t xml:space="preserve"> goals and directions, and explained the role of benchmarking in achieving </w:t>
            </w:r>
            <w:r w:rsidR="006A0D31">
              <w:t>workplace</w:t>
            </w:r>
            <w:r w:rsidRPr="00967FAB">
              <w:t xml:space="preserve"> goals</w:t>
            </w:r>
          </w:p>
          <w:p w14:paraId="37757273" w14:textId="77777777" w:rsidR="00967FAB" w:rsidRPr="00967FAB" w:rsidRDefault="00967FAB" w:rsidP="00967FAB">
            <w:pPr>
              <w:pStyle w:val="SIBulletList1"/>
            </w:pPr>
            <w:r w:rsidRPr="00967FAB">
              <w:t>developed and maintained positive relationships with benchmarking partners</w:t>
            </w:r>
          </w:p>
          <w:p w14:paraId="2FB47893" w14:textId="77777777" w:rsidR="00967FAB" w:rsidRPr="00967FAB" w:rsidRDefault="00967FAB" w:rsidP="00967FAB">
            <w:pPr>
              <w:pStyle w:val="SIBulletList1"/>
            </w:pPr>
            <w:r w:rsidRPr="00967FAB">
              <w:t>worked effectively as an individual and as a member of a team</w:t>
            </w:r>
          </w:p>
          <w:p w14:paraId="39826E3A" w14:textId="77777777" w:rsidR="00967FAB" w:rsidRPr="00967FAB" w:rsidRDefault="00967FAB" w:rsidP="00967FAB">
            <w:pPr>
              <w:pStyle w:val="SIBulletList1"/>
            </w:pPr>
            <w:r w:rsidRPr="00967FAB">
              <w:t>used effective communication, negotiation and leadership skills in a range of benchmarking interactions, including with benchmarking teams, benchmarking partners and internal stakeholders</w:t>
            </w:r>
          </w:p>
          <w:p w14:paraId="5BCB8434" w14:textId="77777777" w:rsidR="00967FAB" w:rsidRPr="00967FAB" w:rsidRDefault="00967FAB" w:rsidP="00967FAB">
            <w:pPr>
              <w:pStyle w:val="SIBulletList1"/>
            </w:pPr>
            <w:r w:rsidRPr="00967FAB">
              <w:t>used problem-solving skills in a range of situations</w:t>
            </w:r>
          </w:p>
          <w:p w14:paraId="299BB6A1" w14:textId="77777777" w:rsidR="00967FAB" w:rsidRPr="00967FAB" w:rsidRDefault="00967FAB" w:rsidP="00967FAB">
            <w:pPr>
              <w:pStyle w:val="SIBulletList1"/>
            </w:pPr>
            <w:r w:rsidRPr="00967FAB">
              <w:t>used information and communications technology, including performance management, project management, statistical and modelling software</w:t>
            </w:r>
          </w:p>
          <w:p w14:paraId="55B9FC01" w14:textId="77777777" w:rsidR="00967FAB" w:rsidRPr="00967FAB" w:rsidRDefault="00967FAB" w:rsidP="00967FAB">
            <w:pPr>
              <w:pStyle w:val="SIBulletList1"/>
            </w:pPr>
            <w:r w:rsidRPr="00967FAB">
              <w:t>prepared a strategy for gathering and analysing customer feedback</w:t>
            </w:r>
          </w:p>
          <w:p w14:paraId="5B059112" w14:textId="77777777" w:rsidR="00967FAB" w:rsidRPr="00967FAB" w:rsidRDefault="00967FAB" w:rsidP="00967FAB">
            <w:pPr>
              <w:pStyle w:val="SIBulletList1"/>
            </w:pPr>
            <w:r w:rsidRPr="00967FAB">
              <w:t>developed a financial model for measuring Return on Investment (ROI) for benchmarking processes</w:t>
            </w:r>
          </w:p>
          <w:p w14:paraId="7F9B5027" w14:textId="77777777" w:rsidR="00967FAB" w:rsidRPr="00967FAB" w:rsidRDefault="00967FAB" w:rsidP="00967FAB">
            <w:pPr>
              <w:pStyle w:val="SIBulletList1"/>
            </w:pPr>
            <w:r w:rsidRPr="00967FAB">
              <w:t>developed and implemented a communication and marketing strategy to inform stakeholders (including senior management, personnel at all levels of the organisation, and customers) of benchmarking goals, progress and outcomes</w:t>
            </w:r>
          </w:p>
          <w:p w14:paraId="045EE899" w14:textId="0B66B56B" w:rsidR="00967FAB" w:rsidRPr="00967FAB" w:rsidRDefault="00967FAB" w:rsidP="00967FAB">
            <w:pPr>
              <w:pStyle w:val="SIBulletList1"/>
            </w:pPr>
            <w:r w:rsidRPr="00967FAB">
              <w:t xml:space="preserve">prepared benchmarking action plans that specify resource requirements, methodologies, milestones, communication strategies and timelines, including mechanisms for linking with </w:t>
            </w:r>
            <w:r w:rsidR="006A0D31">
              <w:t>workplace</w:t>
            </w:r>
            <w:r w:rsidRPr="00967FAB">
              <w:t xml:space="preserve"> planning cycles and continuous improvement strategies</w:t>
            </w:r>
          </w:p>
          <w:p w14:paraId="480DF5F2" w14:textId="77777777" w:rsidR="00967FAB" w:rsidRPr="00967FAB" w:rsidRDefault="00967FAB" w:rsidP="00967FAB">
            <w:pPr>
              <w:pStyle w:val="SIBulletList1"/>
            </w:pPr>
            <w:r w:rsidRPr="00967FAB">
              <w:t>developed and implemented strategies for the resolution of logistical, resource, cultural, ethical and political issues raised during the benchmarking process, including scheduling team member release and involvement, supporting individuals through change, managing group dynamics, handling confidentiality and commercially sensitive information, and dealing with diversity</w:t>
            </w:r>
          </w:p>
          <w:p w14:paraId="5AA11FE0" w14:textId="7E4A6F2F" w:rsidR="00967FAB" w:rsidRPr="00967FAB" w:rsidRDefault="00967FAB" w:rsidP="00967FAB">
            <w:pPr>
              <w:pStyle w:val="SIBulletList1"/>
            </w:pPr>
            <w:r w:rsidRPr="00967FAB">
              <w:t xml:space="preserve">developed performance indicators for the </w:t>
            </w:r>
            <w:r w:rsidR="006A0D31">
              <w:t>workplace</w:t>
            </w:r>
            <w:r w:rsidRPr="00967FAB">
              <w:t xml:space="preserve">, function, </w:t>
            </w:r>
            <w:proofErr w:type="gramStart"/>
            <w:r w:rsidRPr="00967FAB">
              <w:t>department</w:t>
            </w:r>
            <w:proofErr w:type="gramEnd"/>
            <w:r w:rsidRPr="00967FAB">
              <w:t xml:space="preserve"> or process being benchmarked</w:t>
            </w:r>
          </w:p>
          <w:p w14:paraId="49081BB4" w14:textId="599993F3" w:rsidR="00556C4C" w:rsidRPr="005404CB" w:rsidRDefault="00967FAB" w:rsidP="00967FAB">
            <w:pPr>
              <w:pStyle w:val="SIBulletList1"/>
            </w:pPr>
            <w:r w:rsidRPr="00967FAB">
              <w:t>implemented the findings of the benchmarking exercise, including interpreting benchmarking results, identifying areas for improvements, and building findings into targets and planning.</w:t>
            </w:r>
          </w:p>
        </w:tc>
      </w:tr>
    </w:tbl>
    <w:p w14:paraId="5B45366E"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E4D329F" w14:textId="77777777" w:rsidTr="00CA2922">
        <w:trPr>
          <w:tblHeader/>
        </w:trPr>
        <w:tc>
          <w:tcPr>
            <w:tcW w:w="5000" w:type="pct"/>
            <w:shd w:val="clear" w:color="auto" w:fill="auto"/>
          </w:tcPr>
          <w:p w14:paraId="0946057D" w14:textId="77777777" w:rsidR="00F1480E" w:rsidRPr="005404CB" w:rsidRDefault="00D71E43" w:rsidP="005404CB">
            <w:pPr>
              <w:pStyle w:val="SIHeading2"/>
            </w:pPr>
            <w:r w:rsidRPr="002C55E9">
              <w:t>K</w:t>
            </w:r>
            <w:r w:rsidRPr="005404CB">
              <w:t>nowledge Evidence</w:t>
            </w:r>
          </w:p>
        </w:tc>
      </w:tr>
      <w:tr w:rsidR="00F1480E" w:rsidRPr="00067E1C" w14:paraId="20DCDA14" w14:textId="77777777" w:rsidTr="00CA2922">
        <w:tc>
          <w:tcPr>
            <w:tcW w:w="5000" w:type="pct"/>
            <w:shd w:val="clear" w:color="auto" w:fill="auto"/>
          </w:tcPr>
          <w:p w14:paraId="72A4BDB8" w14:textId="77777777" w:rsidR="006244D5" w:rsidRPr="006244D5" w:rsidRDefault="006244D5" w:rsidP="006244D5">
            <w:pPr>
              <w:pStyle w:val="SIText"/>
            </w:pPr>
            <w:r w:rsidRPr="006244D5">
              <w:t>An individual must be able to demonstrate the knowledge required to perform the tasks outlined in the elements and performance criteria of this unit. This includes knowledge of:</w:t>
            </w:r>
          </w:p>
          <w:p w14:paraId="350F3AB3" w14:textId="77777777" w:rsidR="006244D5" w:rsidRPr="006244D5" w:rsidRDefault="006244D5" w:rsidP="006244D5">
            <w:pPr>
              <w:pStyle w:val="SIBulletList1"/>
            </w:pPr>
            <w:r w:rsidRPr="006244D5">
              <w:t>the role of performance indicators in benchmarking</w:t>
            </w:r>
          </w:p>
          <w:p w14:paraId="244BAC70" w14:textId="77777777" w:rsidR="006244D5" w:rsidRPr="006244D5" w:rsidRDefault="006244D5" w:rsidP="006244D5">
            <w:pPr>
              <w:pStyle w:val="SIBulletList1"/>
            </w:pPr>
            <w:r w:rsidRPr="006244D5">
              <w:t>the difference between performance and process benchmarking</w:t>
            </w:r>
          </w:p>
          <w:p w14:paraId="0622FC23" w14:textId="77777777" w:rsidR="006244D5" w:rsidRPr="006244D5" w:rsidRDefault="006244D5" w:rsidP="006244D5">
            <w:pPr>
              <w:pStyle w:val="SIBulletList1"/>
            </w:pPr>
            <w:r w:rsidRPr="006244D5">
              <w:t>relevant workplace health and safety, environmental, animal welfare and biosecurity, workplace and regulatory requirements</w:t>
            </w:r>
          </w:p>
          <w:p w14:paraId="072F8E14" w14:textId="08984973" w:rsidR="006244D5" w:rsidRPr="006244D5" w:rsidRDefault="006244D5" w:rsidP="006244D5">
            <w:pPr>
              <w:pStyle w:val="SIBulletList1"/>
            </w:pPr>
            <w:r w:rsidRPr="006244D5">
              <w:t xml:space="preserve">the critical factors required for successful and effective benchmarking processes and outcomes, and the implications of </w:t>
            </w:r>
            <w:r w:rsidR="006A0D31">
              <w:t>workplace</w:t>
            </w:r>
            <w:r w:rsidRPr="006244D5">
              <w:t xml:space="preserve"> benchmarking activities</w:t>
            </w:r>
          </w:p>
          <w:p w14:paraId="66608BB7" w14:textId="666F4EAE" w:rsidR="00F1480E" w:rsidRPr="005404CB" w:rsidRDefault="006244D5" w:rsidP="006244D5">
            <w:pPr>
              <w:pStyle w:val="SIBulletList1"/>
            </w:pPr>
            <w:r w:rsidRPr="006244D5">
              <w:t>principles of calculating ROI.</w:t>
            </w:r>
          </w:p>
        </w:tc>
      </w:tr>
    </w:tbl>
    <w:p w14:paraId="53A6E8A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0CDEE5F" w14:textId="77777777" w:rsidTr="00CA2922">
        <w:trPr>
          <w:tblHeader/>
        </w:trPr>
        <w:tc>
          <w:tcPr>
            <w:tcW w:w="5000" w:type="pct"/>
            <w:shd w:val="clear" w:color="auto" w:fill="auto"/>
          </w:tcPr>
          <w:p w14:paraId="453797F8" w14:textId="77777777" w:rsidR="00F1480E" w:rsidRPr="005404CB" w:rsidRDefault="00D71E43" w:rsidP="005404CB">
            <w:pPr>
              <w:pStyle w:val="SIHeading2"/>
            </w:pPr>
            <w:r w:rsidRPr="002C55E9">
              <w:t>A</w:t>
            </w:r>
            <w:r w:rsidRPr="005404CB">
              <w:t>ssessment Conditions</w:t>
            </w:r>
          </w:p>
        </w:tc>
      </w:tr>
      <w:tr w:rsidR="00F1480E" w:rsidRPr="00A55106" w14:paraId="4F2F0283" w14:textId="77777777" w:rsidTr="00CA2922">
        <w:tc>
          <w:tcPr>
            <w:tcW w:w="5000" w:type="pct"/>
            <w:shd w:val="clear" w:color="auto" w:fill="auto"/>
          </w:tcPr>
          <w:p w14:paraId="071B05B7" w14:textId="77777777" w:rsidR="00680D3D" w:rsidRPr="00680D3D" w:rsidRDefault="00680D3D" w:rsidP="00680D3D">
            <w:pPr>
              <w:pStyle w:val="SIText"/>
            </w:pPr>
            <w:r w:rsidRPr="00680D3D">
              <w:t>Assessment of the skills in this unit of competency must take place under the following conditions:</w:t>
            </w:r>
          </w:p>
          <w:p w14:paraId="32B6F634" w14:textId="77777777" w:rsidR="00680D3D" w:rsidRPr="00680D3D" w:rsidRDefault="00680D3D" w:rsidP="009F51E5">
            <w:pPr>
              <w:pStyle w:val="SIBulletList1"/>
            </w:pPr>
            <w:r w:rsidRPr="00680D3D">
              <w:t>physical conditions:</w:t>
            </w:r>
          </w:p>
          <w:p w14:paraId="300FEFA0" w14:textId="77777777" w:rsidR="00680D3D" w:rsidRPr="00680D3D" w:rsidRDefault="00680D3D" w:rsidP="009F51E5">
            <w:pPr>
              <w:pStyle w:val="SIBulletList2"/>
            </w:pPr>
            <w:r w:rsidRPr="00680D3D">
              <w:lastRenderedPageBreak/>
              <w:t>skills must be demonstrated in a meat industry workplace or an environment that accurately represents workplace conditions</w:t>
            </w:r>
          </w:p>
          <w:p w14:paraId="6E689295" w14:textId="77777777" w:rsidR="00680D3D" w:rsidRPr="00680D3D" w:rsidRDefault="00680D3D" w:rsidP="009F51E5">
            <w:pPr>
              <w:pStyle w:val="SIBulletList1"/>
            </w:pPr>
            <w:r w:rsidRPr="00680D3D">
              <w:t>resources, equipment and materials:</w:t>
            </w:r>
          </w:p>
          <w:p w14:paraId="3CCC4694" w14:textId="77777777" w:rsidR="00680D3D" w:rsidRPr="00680D3D" w:rsidRDefault="00680D3D" w:rsidP="009F51E5">
            <w:pPr>
              <w:pStyle w:val="SIBulletList2"/>
            </w:pPr>
            <w:r w:rsidRPr="00680D3D">
              <w:t>access to appropriate technology for benchmarking activities</w:t>
            </w:r>
          </w:p>
          <w:p w14:paraId="03BC7DB3" w14:textId="77777777" w:rsidR="00680D3D" w:rsidRPr="00680D3D" w:rsidRDefault="00680D3D" w:rsidP="009F51E5">
            <w:pPr>
              <w:pStyle w:val="SIBulletList1"/>
            </w:pPr>
            <w:r w:rsidRPr="00680D3D">
              <w:t>specifications:</w:t>
            </w:r>
          </w:p>
          <w:p w14:paraId="712EFF03" w14:textId="77777777" w:rsidR="00680D3D" w:rsidRPr="00680D3D" w:rsidRDefault="00680D3D" w:rsidP="009F51E5">
            <w:pPr>
              <w:pStyle w:val="SIBulletList2"/>
            </w:pPr>
            <w:r w:rsidRPr="00680D3D">
              <w:t>access to workplace documents such as policies, procedures, processes, forms</w:t>
            </w:r>
          </w:p>
          <w:p w14:paraId="32F9FEC4" w14:textId="55467F7E" w:rsidR="00680D3D" w:rsidRPr="00680D3D" w:rsidRDefault="00680D3D" w:rsidP="009F51E5">
            <w:pPr>
              <w:pStyle w:val="SIBulletList2"/>
            </w:pPr>
            <w:r w:rsidRPr="00680D3D">
              <w:t>access to specific legislation</w:t>
            </w:r>
            <w:r w:rsidR="00E83982">
              <w:t xml:space="preserve"> and </w:t>
            </w:r>
            <w:r w:rsidRPr="00680D3D">
              <w:t xml:space="preserve">codes of practice relevant to </w:t>
            </w:r>
            <w:r w:rsidR="006A0D31">
              <w:t>workplace</w:t>
            </w:r>
            <w:r w:rsidRPr="00680D3D">
              <w:t xml:space="preserve"> operations.</w:t>
            </w:r>
          </w:p>
          <w:p w14:paraId="2FB5403C" w14:textId="77777777" w:rsidR="00325924" w:rsidRDefault="00325924" w:rsidP="00325924">
            <w:pPr>
              <w:pStyle w:val="SIText"/>
            </w:pPr>
          </w:p>
          <w:p w14:paraId="6E83CE71" w14:textId="3D5CE475" w:rsidR="00325924" w:rsidRDefault="00325924" w:rsidP="00325924">
            <w:pPr>
              <w:pStyle w:val="SIText"/>
            </w:pPr>
            <w:r>
              <w:t>Assessment for this unit must include at least three forms of evidence.</w:t>
            </w:r>
          </w:p>
          <w:p w14:paraId="37A5CBAF" w14:textId="77777777" w:rsidR="00325924" w:rsidRDefault="00325924" w:rsidP="00680D3D">
            <w:pPr>
              <w:pStyle w:val="SIText"/>
            </w:pPr>
          </w:p>
          <w:p w14:paraId="72FC2BF3" w14:textId="3437CB68" w:rsidR="00F1480E" w:rsidRPr="00680D3D" w:rsidRDefault="00680D3D" w:rsidP="00680D3D">
            <w:pPr>
              <w:pStyle w:val="SIText"/>
            </w:pPr>
            <w:r w:rsidRPr="00680D3D">
              <w:t>Assessors of this unit must satisfy the requirements for assessors in applicable vocational education and training legislation, frameworks and/or standards.</w:t>
            </w:r>
          </w:p>
        </w:tc>
      </w:tr>
    </w:tbl>
    <w:p w14:paraId="5980318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23937051" w14:textId="77777777" w:rsidTr="004679E3">
        <w:tc>
          <w:tcPr>
            <w:tcW w:w="990" w:type="pct"/>
            <w:shd w:val="clear" w:color="auto" w:fill="auto"/>
          </w:tcPr>
          <w:p w14:paraId="25F9155C" w14:textId="77777777" w:rsidR="00F1480E" w:rsidRPr="005404CB" w:rsidRDefault="00D71E43" w:rsidP="005404CB">
            <w:pPr>
              <w:pStyle w:val="SIHeading2"/>
            </w:pPr>
            <w:r w:rsidRPr="002C55E9">
              <w:t>L</w:t>
            </w:r>
            <w:r w:rsidRPr="005404CB">
              <w:t>inks</w:t>
            </w:r>
          </w:p>
        </w:tc>
        <w:tc>
          <w:tcPr>
            <w:tcW w:w="4010" w:type="pct"/>
            <w:shd w:val="clear" w:color="auto" w:fill="auto"/>
          </w:tcPr>
          <w:p w14:paraId="5FB533ED" w14:textId="77777777" w:rsidR="002970C3" w:rsidRPr="005404CB" w:rsidRDefault="002970C3" w:rsidP="005404CB">
            <w:pPr>
              <w:pStyle w:val="SIText"/>
            </w:pPr>
            <w:r>
              <w:t xml:space="preserve">Companion Volumes, including Implementation </w:t>
            </w:r>
            <w:r w:rsidR="00346FDC" w:rsidRPr="005404CB">
              <w:t xml:space="preserve">Guides, are available at </w:t>
            </w:r>
            <w:proofErr w:type="spellStart"/>
            <w:r w:rsidR="00346FDC" w:rsidRPr="005404CB">
              <w:t>VETNet</w:t>
            </w:r>
            <w:proofErr w:type="spellEnd"/>
            <w:r w:rsidR="00346FDC" w:rsidRPr="005404CB">
              <w:t>:</w:t>
            </w:r>
          </w:p>
          <w:p w14:paraId="4595EC34" w14:textId="41FB8C86" w:rsidR="00F1480E" w:rsidRPr="005404CB" w:rsidRDefault="00DB19DC" w:rsidP="005404CB">
            <w:pPr>
              <w:pStyle w:val="SIText"/>
            </w:pPr>
            <w:hyperlink r:id="rId12" w:history="1">
              <w:r w:rsidR="00967FAB" w:rsidRPr="00967FAB">
                <w:t>https://vetnet.gov.au/Pages/TrainingDocs.aspx?q=5e2e56b7-698f-4822-84bb-25adbb8443a7</w:t>
              </w:r>
            </w:hyperlink>
          </w:p>
        </w:tc>
      </w:tr>
    </w:tbl>
    <w:p w14:paraId="6A489CB4" w14:textId="77777777"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2B8C82" w14:textId="77777777" w:rsidR="00157760" w:rsidRDefault="00157760" w:rsidP="00BF3F0A">
      <w:r>
        <w:separator/>
      </w:r>
    </w:p>
    <w:p w14:paraId="6BBA3602" w14:textId="77777777" w:rsidR="00157760" w:rsidRDefault="00157760"/>
  </w:endnote>
  <w:endnote w:type="continuationSeparator" w:id="0">
    <w:p w14:paraId="4014ED01" w14:textId="77777777" w:rsidR="00157760" w:rsidRDefault="00157760" w:rsidP="00BF3F0A">
      <w:r>
        <w:continuationSeparator/>
      </w:r>
    </w:p>
    <w:p w14:paraId="7DD52650" w14:textId="77777777" w:rsidR="00157760" w:rsidRDefault="0015776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32F7B90E"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rsidR="00AA5D02">
          <w:t xml:space="preserve"> </w:t>
        </w:r>
        <w:r>
          <w:tab/>
        </w:r>
        <w:r w:rsidR="00695C89">
          <w:tab/>
        </w:r>
        <w:r w:rsidRPr="000754EC">
          <w:fldChar w:fldCharType="begin"/>
        </w:r>
        <w:r>
          <w:instrText xml:space="preserve"> PAGE   \* MERGEFORMAT </w:instrText>
        </w:r>
        <w:r w:rsidRPr="000754EC">
          <w:fldChar w:fldCharType="separate"/>
        </w:r>
        <w:r w:rsidR="001E0849" w:rsidRPr="005404CB">
          <w:t>1</w:t>
        </w:r>
        <w:r w:rsidRPr="000754EC">
          <w:fldChar w:fldCharType="end"/>
        </w:r>
      </w:p>
      <w:p w14:paraId="6483138B" w14:textId="77777777" w:rsidR="00D810DE" w:rsidRDefault="000E25E6" w:rsidP="005F771F">
        <w:pPr>
          <w:pStyle w:val="SIText"/>
        </w:pPr>
        <w:r w:rsidRPr="000754EC">
          <w:t xml:space="preserve">Template modified on </w:t>
        </w:r>
        <w:r w:rsidR="00AA5D02">
          <w:t>14 October</w:t>
        </w:r>
        <w:r w:rsidR="00EC0C3E">
          <w:t xml:space="preserve"> 20</w:t>
        </w:r>
        <w:r w:rsidR="00F30C7D">
          <w:t>20</w:t>
        </w:r>
      </w:p>
    </w:sdtContent>
  </w:sdt>
  <w:p w14:paraId="1391A3F3"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FDD297" w14:textId="77777777" w:rsidR="00157760" w:rsidRDefault="00157760" w:rsidP="00BF3F0A">
      <w:r>
        <w:separator/>
      </w:r>
    </w:p>
    <w:p w14:paraId="2484A839" w14:textId="77777777" w:rsidR="00157760" w:rsidRDefault="00157760"/>
  </w:footnote>
  <w:footnote w:type="continuationSeparator" w:id="0">
    <w:p w14:paraId="119343AF" w14:textId="77777777" w:rsidR="00157760" w:rsidRDefault="00157760" w:rsidP="00BF3F0A">
      <w:r>
        <w:continuationSeparator/>
      </w:r>
    </w:p>
    <w:p w14:paraId="5998522C" w14:textId="77777777" w:rsidR="00157760" w:rsidRDefault="0015776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EF88A8" w14:textId="2606A3EE" w:rsidR="009C2650" w:rsidRPr="00BA5A1D" w:rsidRDefault="00DB19DC" w:rsidP="00BA5A1D">
    <w:sdt>
      <w:sdtPr>
        <w:rPr>
          <w:lang w:eastAsia="en-US"/>
        </w:rPr>
        <w:id w:val="-781252768"/>
        <w:docPartObj>
          <w:docPartGallery w:val="Watermarks"/>
          <w:docPartUnique/>
        </w:docPartObj>
      </w:sdtPr>
      <w:sdtEndPr/>
      <w:sdtContent>
        <w:r>
          <w:rPr>
            <w:lang w:eastAsia="en-US"/>
          </w:rPr>
          <w:pict w14:anchorId="3CB746A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6A0D31" w:rsidRPr="00BA5A1D">
      <w:rPr>
        <w:lang w:eastAsia="en-US"/>
      </w:rPr>
      <w:t>AMPMGT6</w:t>
    </w:r>
    <w:r w:rsidR="006A0D31">
      <w:t>X8</w:t>
    </w:r>
    <w:r w:rsidR="006A0D31" w:rsidRPr="00BA5A1D">
      <w:rPr>
        <w:lang w:eastAsia="en-US"/>
      </w:rPr>
      <w:t xml:space="preserve"> </w:t>
    </w:r>
    <w:r w:rsidR="00BA5A1D" w:rsidRPr="00BA5A1D">
      <w:rPr>
        <w:lang w:eastAsia="en-US"/>
      </w:rPr>
      <w:t xml:space="preserve">Benchmark to manage and improve </w:t>
    </w:r>
    <w:r w:rsidR="006A0D31">
      <w:t>workplace</w:t>
    </w:r>
    <w:r w:rsidR="006A0D31" w:rsidRPr="00BA5A1D">
      <w:rPr>
        <w:lang w:eastAsia="en-US"/>
      </w:rPr>
      <w:t xml:space="preserve"> </w:t>
    </w:r>
    <w:r w:rsidR="00BA5A1D" w:rsidRPr="00BA5A1D">
      <w:rPr>
        <w:lang w:eastAsia="en-US"/>
      </w:rPr>
      <w:t>performance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226B16"/>
    <w:multiLevelType w:val="multilevel"/>
    <w:tmpl w:val="115066E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65F1CE2"/>
    <w:multiLevelType w:val="multilevel"/>
    <w:tmpl w:val="5D7829D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5"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9" w15:restartNumberingAfterBreak="0">
    <w:nsid w:val="2BE47F41"/>
    <w:multiLevelType w:val="multilevel"/>
    <w:tmpl w:val="883C09C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4" w15:restartNumberingAfterBreak="0">
    <w:nsid w:val="56C47626"/>
    <w:multiLevelType w:val="multilevel"/>
    <w:tmpl w:val="E68E553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10551A9"/>
    <w:multiLevelType w:val="multilevel"/>
    <w:tmpl w:val="116007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21B6DE6"/>
    <w:multiLevelType w:val="multilevel"/>
    <w:tmpl w:val="BBEA8C2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56C1FDE"/>
    <w:multiLevelType w:val="multilevel"/>
    <w:tmpl w:val="8C7AA2B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656398A"/>
    <w:multiLevelType w:val="multilevel"/>
    <w:tmpl w:val="6598CE4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3DA3889"/>
    <w:multiLevelType w:val="multilevel"/>
    <w:tmpl w:val="33B8920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16cid:durableId="615990820">
    <w:abstractNumId w:val="11"/>
  </w:num>
  <w:num w:numId="2" w16cid:durableId="1456563815">
    <w:abstractNumId w:val="8"/>
  </w:num>
  <w:num w:numId="3" w16cid:durableId="2084259805">
    <w:abstractNumId w:val="5"/>
  </w:num>
  <w:num w:numId="4" w16cid:durableId="1040057299">
    <w:abstractNumId w:val="21"/>
  </w:num>
  <w:num w:numId="5" w16cid:durableId="47530823">
    <w:abstractNumId w:val="2"/>
  </w:num>
  <w:num w:numId="6" w16cid:durableId="1575437020">
    <w:abstractNumId w:val="10"/>
  </w:num>
  <w:num w:numId="7" w16cid:durableId="1971781745">
    <w:abstractNumId w:val="4"/>
  </w:num>
  <w:num w:numId="8" w16cid:durableId="1318219765">
    <w:abstractNumId w:val="0"/>
  </w:num>
  <w:num w:numId="9" w16cid:durableId="1574973976">
    <w:abstractNumId w:val="20"/>
  </w:num>
  <w:num w:numId="10" w16cid:durableId="201603050">
    <w:abstractNumId w:val="12"/>
  </w:num>
  <w:num w:numId="11" w16cid:durableId="1693333760">
    <w:abstractNumId w:val="19"/>
  </w:num>
  <w:num w:numId="12" w16cid:durableId="1596790319">
    <w:abstractNumId w:val="13"/>
  </w:num>
  <w:num w:numId="13" w16cid:durableId="1327511543">
    <w:abstractNumId w:val="22"/>
  </w:num>
  <w:num w:numId="14" w16cid:durableId="1059862314">
    <w:abstractNumId w:val="6"/>
  </w:num>
  <w:num w:numId="15" w16cid:durableId="1517423747">
    <w:abstractNumId w:val="7"/>
  </w:num>
  <w:num w:numId="16" w16cid:durableId="1431270392">
    <w:abstractNumId w:val="24"/>
  </w:num>
  <w:num w:numId="17" w16cid:durableId="682365135">
    <w:abstractNumId w:val="16"/>
  </w:num>
  <w:num w:numId="18" w16cid:durableId="344330021">
    <w:abstractNumId w:val="9"/>
  </w:num>
  <w:num w:numId="19" w16cid:durableId="524754275">
    <w:abstractNumId w:val="3"/>
  </w:num>
  <w:num w:numId="20" w16cid:durableId="275261524">
    <w:abstractNumId w:val="23"/>
  </w:num>
  <w:num w:numId="21" w16cid:durableId="477723486">
    <w:abstractNumId w:val="15"/>
  </w:num>
  <w:num w:numId="22" w16cid:durableId="1103501018">
    <w:abstractNumId w:val="17"/>
  </w:num>
  <w:num w:numId="23" w16cid:durableId="1900051859">
    <w:abstractNumId w:val="18"/>
  </w:num>
  <w:num w:numId="24" w16cid:durableId="924191113">
    <w:abstractNumId w:val="1"/>
  </w:num>
  <w:num w:numId="25" w16cid:durableId="142896783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PjQuk0OqJRKeOIi/xNpYoUggYWXGPPA0tVrg9Qpt6hB4SxoW/3NgpTWB1fmsUnZQ3coYivXMOI9Sexiln+DjSg==" w:salt="o0qWqIQ1Rz1KoKhcoBWAaA=="/>
  <w:styleLockTheme/>
  <w:styleLockQFSet/>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194B"/>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B0F12"/>
    <w:rsid w:val="000B2022"/>
    <w:rsid w:val="000C149A"/>
    <w:rsid w:val="000C224E"/>
    <w:rsid w:val="000E25E6"/>
    <w:rsid w:val="000E2C86"/>
    <w:rsid w:val="000F29F2"/>
    <w:rsid w:val="00100BC7"/>
    <w:rsid w:val="00101659"/>
    <w:rsid w:val="00105AEA"/>
    <w:rsid w:val="001078BF"/>
    <w:rsid w:val="00133957"/>
    <w:rsid w:val="001372F6"/>
    <w:rsid w:val="00144385"/>
    <w:rsid w:val="00146EEC"/>
    <w:rsid w:val="00151D55"/>
    <w:rsid w:val="00151D93"/>
    <w:rsid w:val="00156EF3"/>
    <w:rsid w:val="00157760"/>
    <w:rsid w:val="00176E4F"/>
    <w:rsid w:val="0018546B"/>
    <w:rsid w:val="001A05BA"/>
    <w:rsid w:val="001A6A3E"/>
    <w:rsid w:val="001A7B6D"/>
    <w:rsid w:val="001B34D5"/>
    <w:rsid w:val="001B513A"/>
    <w:rsid w:val="001C0A75"/>
    <w:rsid w:val="001C1306"/>
    <w:rsid w:val="001C371A"/>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67AF6"/>
    <w:rsid w:val="00276DB8"/>
    <w:rsid w:val="00282664"/>
    <w:rsid w:val="00285FB8"/>
    <w:rsid w:val="002970C3"/>
    <w:rsid w:val="002A4CD3"/>
    <w:rsid w:val="002A6CC4"/>
    <w:rsid w:val="002C55E9"/>
    <w:rsid w:val="002D0C8B"/>
    <w:rsid w:val="002D330A"/>
    <w:rsid w:val="002E170C"/>
    <w:rsid w:val="002E193E"/>
    <w:rsid w:val="00305EFF"/>
    <w:rsid w:val="00310A6A"/>
    <w:rsid w:val="003144E6"/>
    <w:rsid w:val="00325924"/>
    <w:rsid w:val="00337E82"/>
    <w:rsid w:val="00346FDC"/>
    <w:rsid w:val="00350BB1"/>
    <w:rsid w:val="00352C83"/>
    <w:rsid w:val="00366805"/>
    <w:rsid w:val="0037067D"/>
    <w:rsid w:val="00373436"/>
    <w:rsid w:val="0038735B"/>
    <w:rsid w:val="003916D1"/>
    <w:rsid w:val="00394C90"/>
    <w:rsid w:val="003A21F0"/>
    <w:rsid w:val="003A277F"/>
    <w:rsid w:val="003A58BA"/>
    <w:rsid w:val="003A5AE7"/>
    <w:rsid w:val="003A7221"/>
    <w:rsid w:val="003B3493"/>
    <w:rsid w:val="003C13AE"/>
    <w:rsid w:val="003C7152"/>
    <w:rsid w:val="003D2E73"/>
    <w:rsid w:val="003E72B6"/>
    <w:rsid w:val="003E7BBE"/>
    <w:rsid w:val="004127E3"/>
    <w:rsid w:val="0043212E"/>
    <w:rsid w:val="00434366"/>
    <w:rsid w:val="00434ECE"/>
    <w:rsid w:val="00444423"/>
    <w:rsid w:val="00452F3E"/>
    <w:rsid w:val="0046239A"/>
    <w:rsid w:val="004640AE"/>
    <w:rsid w:val="00466F18"/>
    <w:rsid w:val="004679E3"/>
    <w:rsid w:val="00471333"/>
    <w:rsid w:val="00475172"/>
    <w:rsid w:val="004758B0"/>
    <w:rsid w:val="0048067C"/>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1194B"/>
    <w:rsid w:val="005145AB"/>
    <w:rsid w:val="00520E9A"/>
    <w:rsid w:val="005248C1"/>
    <w:rsid w:val="00526134"/>
    <w:rsid w:val="005404CB"/>
    <w:rsid w:val="005405B2"/>
    <w:rsid w:val="00541884"/>
    <w:rsid w:val="005427C8"/>
    <w:rsid w:val="005446D1"/>
    <w:rsid w:val="00556C4C"/>
    <w:rsid w:val="00557369"/>
    <w:rsid w:val="00557D22"/>
    <w:rsid w:val="00564ADD"/>
    <w:rsid w:val="005708EB"/>
    <w:rsid w:val="00575BC6"/>
    <w:rsid w:val="005776B3"/>
    <w:rsid w:val="00583902"/>
    <w:rsid w:val="005A1D70"/>
    <w:rsid w:val="005A3AA5"/>
    <w:rsid w:val="005A6C9C"/>
    <w:rsid w:val="005A74DC"/>
    <w:rsid w:val="005B5146"/>
    <w:rsid w:val="005D1AFD"/>
    <w:rsid w:val="005E51E6"/>
    <w:rsid w:val="005F027A"/>
    <w:rsid w:val="005F33CC"/>
    <w:rsid w:val="005F3B1D"/>
    <w:rsid w:val="005F771F"/>
    <w:rsid w:val="006121D4"/>
    <w:rsid w:val="00613B49"/>
    <w:rsid w:val="00616845"/>
    <w:rsid w:val="00620E8E"/>
    <w:rsid w:val="006244D5"/>
    <w:rsid w:val="00633CFE"/>
    <w:rsid w:val="00634FCA"/>
    <w:rsid w:val="00643D1B"/>
    <w:rsid w:val="006452B8"/>
    <w:rsid w:val="00652E62"/>
    <w:rsid w:val="00680D3D"/>
    <w:rsid w:val="00686A49"/>
    <w:rsid w:val="00687B62"/>
    <w:rsid w:val="00690C44"/>
    <w:rsid w:val="00695C89"/>
    <w:rsid w:val="006969D9"/>
    <w:rsid w:val="006A0D31"/>
    <w:rsid w:val="006A2B68"/>
    <w:rsid w:val="006C2F32"/>
    <w:rsid w:val="006D1AF9"/>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2F5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D5DF5"/>
    <w:rsid w:val="007E3BD1"/>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65011"/>
    <w:rsid w:val="00886790"/>
    <w:rsid w:val="008908DE"/>
    <w:rsid w:val="008A12ED"/>
    <w:rsid w:val="008A39D3"/>
    <w:rsid w:val="008B2C77"/>
    <w:rsid w:val="008B4AD2"/>
    <w:rsid w:val="008B663E"/>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67FAB"/>
    <w:rsid w:val="00970747"/>
    <w:rsid w:val="00997BFC"/>
    <w:rsid w:val="009A5900"/>
    <w:rsid w:val="009A6E6C"/>
    <w:rsid w:val="009A6F3F"/>
    <w:rsid w:val="009B331A"/>
    <w:rsid w:val="009C2650"/>
    <w:rsid w:val="009D15E2"/>
    <w:rsid w:val="009D15FE"/>
    <w:rsid w:val="009D5D2C"/>
    <w:rsid w:val="009F0DCC"/>
    <w:rsid w:val="009F11CA"/>
    <w:rsid w:val="009F51E5"/>
    <w:rsid w:val="00A0695B"/>
    <w:rsid w:val="00A13052"/>
    <w:rsid w:val="00A216A8"/>
    <w:rsid w:val="00A223A6"/>
    <w:rsid w:val="00A3639E"/>
    <w:rsid w:val="00A5092E"/>
    <w:rsid w:val="00A554D6"/>
    <w:rsid w:val="00A56E14"/>
    <w:rsid w:val="00A6476B"/>
    <w:rsid w:val="00A76C6C"/>
    <w:rsid w:val="00A87356"/>
    <w:rsid w:val="00A92DD1"/>
    <w:rsid w:val="00AA05AC"/>
    <w:rsid w:val="00AA5338"/>
    <w:rsid w:val="00AA5D02"/>
    <w:rsid w:val="00AB1B8E"/>
    <w:rsid w:val="00AB3EC1"/>
    <w:rsid w:val="00AB46DE"/>
    <w:rsid w:val="00AC0696"/>
    <w:rsid w:val="00AC4C98"/>
    <w:rsid w:val="00AC5F6B"/>
    <w:rsid w:val="00AD3896"/>
    <w:rsid w:val="00AD5B47"/>
    <w:rsid w:val="00AE1ED9"/>
    <w:rsid w:val="00AE32CB"/>
    <w:rsid w:val="00AF3957"/>
    <w:rsid w:val="00B0712C"/>
    <w:rsid w:val="00B12013"/>
    <w:rsid w:val="00B22C67"/>
    <w:rsid w:val="00B3508F"/>
    <w:rsid w:val="00B443EE"/>
    <w:rsid w:val="00B560C8"/>
    <w:rsid w:val="00B61150"/>
    <w:rsid w:val="00B65BC7"/>
    <w:rsid w:val="00B746B9"/>
    <w:rsid w:val="00B848D4"/>
    <w:rsid w:val="00B865B7"/>
    <w:rsid w:val="00BA1CB1"/>
    <w:rsid w:val="00BA4178"/>
    <w:rsid w:val="00BA482D"/>
    <w:rsid w:val="00BA5A1D"/>
    <w:rsid w:val="00BB1755"/>
    <w:rsid w:val="00BB23F4"/>
    <w:rsid w:val="00BC5075"/>
    <w:rsid w:val="00BC5419"/>
    <w:rsid w:val="00BD3B0F"/>
    <w:rsid w:val="00BE5889"/>
    <w:rsid w:val="00BF1D4C"/>
    <w:rsid w:val="00BF3F0A"/>
    <w:rsid w:val="00C04238"/>
    <w:rsid w:val="00C143C3"/>
    <w:rsid w:val="00C1739B"/>
    <w:rsid w:val="00C21ADE"/>
    <w:rsid w:val="00C23D97"/>
    <w:rsid w:val="00C26067"/>
    <w:rsid w:val="00C30A29"/>
    <w:rsid w:val="00C317DC"/>
    <w:rsid w:val="00C578E9"/>
    <w:rsid w:val="00C70626"/>
    <w:rsid w:val="00C72860"/>
    <w:rsid w:val="00C72A48"/>
    <w:rsid w:val="00C73582"/>
    <w:rsid w:val="00C73B90"/>
    <w:rsid w:val="00C742EC"/>
    <w:rsid w:val="00C96AF3"/>
    <w:rsid w:val="00C97CCC"/>
    <w:rsid w:val="00CA0274"/>
    <w:rsid w:val="00CA139A"/>
    <w:rsid w:val="00CA5225"/>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54C76"/>
    <w:rsid w:val="00D632BB"/>
    <w:rsid w:val="00D71E43"/>
    <w:rsid w:val="00D727F3"/>
    <w:rsid w:val="00D73695"/>
    <w:rsid w:val="00D810DE"/>
    <w:rsid w:val="00D87D32"/>
    <w:rsid w:val="00D91188"/>
    <w:rsid w:val="00D92C83"/>
    <w:rsid w:val="00DA0A81"/>
    <w:rsid w:val="00DA3C10"/>
    <w:rsid w:val="00DA53B5"/>
    <w:rsid w:val="00DB19DC"/>
    <w:rsid w:val="00DC1D69"/>
    <w:rsid w:val="00DC5A3A"/>
    <w:rsid w:val="00DD0726"/>
    <w:rsid w:val="00DD0E9A"/>
    <w:rsid w:val="00E238E6"/>
    <w:rsid w:val="00E34CD8"/>
    <w:rsid w:val="00E35064"/>
    <w:rsid w:val="00E3681D"/>
    <w:rsid w:val="00E40225"/>
    <w:rsid w:val="00E501F0"/>
    <w:rsid w:val="00E6166D"/>
    <w:rsid w:val="00E83982"/>
    <w:rsid w:val="00E87958"/>
    <w:rsid w:val="00E91BFF"/>
    <w:rsid w:val="00E92933"/>
    <w:rsid w:val="00E94FAD"/>
    <w:rsid w:val="00EB0AA4"/>
    <w:rsid w:val="00EB5C88"/>
    <w:rsid w:val="00EC0469"/>
    <w:rsid w:val="00EC0C3E"/>
    <w:rsid w:val="00EC3133"/>
    <w:rsid w:val="00EF01F8"/>
    <w:rsid w:val="00EF3268"/>
    <w:rsid w:val="00EF40EF"/>
    <w:rsid w:val="00EF47FE"/>
    <w:rsid w:val="00F069BD"/>
    <w:rsid w:val="00F1480E"/>
    <w:rsid w:val="00F1497D"/>
    <w:rsid w:val="00F16AAC"/>
    <w:rsid w:val="00F30C7D"/>
    <w:rsid w:val="00F33FF2"/>
    <w:rsid w:val="00F438FC"/>
    <w:rsid w:val="00F5616F"/>
    <w:rsid w:val="00F56451"/>
    <w:rsid w:val="00F56827"/>
    <w:rsid w:val="00F62866"/>
    <w:rsid w:val="00F65EF0"/>
    <w:rsid w:val="00F71651"/>
    <w:rsid w:val="00F76191"/>
    <w:rsid w:val="00F76CC6"/>
    <w:rsid w:val="00F83D7C"/>
    <w:rsid w:val="00F9646E"/>
    <w:rsid w:val="00FB232E"/>
    <w:rsid w:val="00FD1C48"/>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7E1087"/>
  <w15:docId w15:val="{076B9109-911F-43C4-B8C2-F002262C3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styleId="UnresolvedMention">
    <w:name w:val="Unresolved Mention"/>
    <w:basedOn w:val="DefaultParagraphFont"/>
    <w:uiPriority w:val="99"/>
    <w:semiHidden/>
    <w:unhideWhenUsed/>
    <w:locked/>
    <w:rsid w:val="00967FA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407685">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581255770">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199048293">
      <w:bodyDiv w:val="1"/>
      <w:marLeft w:val="0"/>
      <w:marRight w:val="0"/>
      <w:marTop w:val="0"/>
      <w:marBottom w:val="0"/>
      <w:divBdr>
        <w:top w:val="none" w:sz="0" w:space="0" w:color="auto"/>
        <w:left w:val="none" w:sz="0" w:space="0" w:color="auto"/>
        <w:bottom w:val="none" w:sz="0" w:space="0" w:color="auto"/>
        <w:right w:val="none" w:sz="0" w:space="0" w:color="auto"/>
      </w:divBdr>
    </w:div>
    <w:div w:id="1401097457">
      <w:bodyDiv w:val="1"/>
      <w:marLeft w:val="0"/>
      <w:marRight w:val="0"/>
      <w:marTop w:val="0"/>
      <w:marBottom w:val="0"/>
      <w:divBdr>
        <w:top w:val="none" w:sz="0" w:space="0" w:color="auto"/>
        <w:left w:val="none" w:sz="0" w:space="0" w:color="auto"/>
        <w:bottom w:val="none" w:sz="0" w:space="0" w:color="auto"/>
        <w:right w:val="none" w:sz="0" w:space="0" w:color="auto"/>
      </w:divBdr>
    </w:div>
    <w:div w:id="1465342632">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gov.au/Pages/TrainingDocs.aspx?q=5e2e56b7-698f-4822-84bb-25adbb8443a7"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5e2e56b7-698f-4822-84bb-25adbb8443a7"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roo\Download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Validation</Project_x0020_phase>
    <Assigned_x0020_to0 xmlns="4d074fc5-4881-4904-900d-cdf408c29254">
      <UserInfo>
        <DisplayName/>
        <AccountId xsi:nil="true"/>
        <AccountType/>
      </UserInfo>
    </Assigned_x0020_to0>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DB1063153584D43A697D5466DD95D4C" ma:contentTypeVersion="" ma:contentTypeDescription="Create a new document." ma:contentTypeScope="" ma:versionID="b2ff7f7eb979dd2260bbe5fc54a7092c">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C41144D-5A32-4955-B1C8-E11F64C86E56}">
  <ds:schemaRefs>
    <ds:schemaRef ds:uri="http://schemas.openxmlformats.org/officeDocument/2006/bibliography"/>
  </ds:schemaRefs>
</ds:datastoreItem>
</file>

<file path=customXml/itemProps2.xml><?xml version="1.0" encoding="utf-8"?>
<ds:datastoreItem xmlns:ds="http://schemas.openxmlformats.org/officeDocument/2006/customXml" ds:itemID="{21B1A418-7300-48D4-9067-F3084374D9B5}">
  <ds:schemaRefs>
    <ds:schemaRef ds:uri="http://www.w3.org/XML/1998/namespace"/>
    <ds:schemaRef ds:uri="http://purl.org/dc/elements/1.1/"/>
    <ds:schemaRef ds:uri="4d074fc5-4881-4904-900d-cdf408c29254"/>
    <ds:schemaRef ds:uri="http://schemas.microsoft.com/office/2006/documentManagement/types"/>
    <ds:schemaRef ds:uri="http://purl.org/dc/terms/"/>
    <ds:schemaRef ds:uri="http://schemas.microsoft.com/office/infopath/2007/PartnerControls"/>
    <ds:schemaRef ds:uri="http://purl.org/dc/dcmitype/"/>
    <ds:schemaRef ds:uri="http://schemas.openxmlformats.org/package/2006/metadata/core-properties"/>
    <ds:schemaRef ds:uri="http://schemas.microsoft.com/office/2006/metadata/properties"/>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8647EFF5-70F3-48F7-B689-119A84D783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55</TotalTime>
  <Pages>5</Pages>
  <Words>1536</Words>
  <Characters>8756</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10272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Mark Lancaster</dc:creator>
  <cp:lastModifiedBy>Lucinda O'Brien</cp:lastModifiedBy>
  <cp:revision>33</cp:revision>
  <cp:lastPrinted>2016-05-27T05:21:00Z</cp:lastPrinted>
  <dcterms:created xsi:type="dcterms:W3CDTF">2021-08-09T02:15:00Z</dcterms:created>
  <dcterms:modified xsi:type="dcterms:W3CDTF">2022-04-27T05:44:00Z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0x010100EDB1063153584D43A697D5466DD95D4C</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y fmtid="{D5CDD505-2E9C-101B-9397-08002B2CF9AE}" pid="26" name="AssignedTo">
    <vt:lpwstr/>
  </property>
  <property fmtid="{D5CDD505-2E9C-101B-9397-08002B2CF9AE}" pid="27" name="Project Phase">
    <vt:lpwstr>Development</vt:lpwstr>
  </property>
  <property fmtid="{D5CDD505-2E9C-101B-9397-08002B2CF9AE}" pid="28" name="Meat Group">
    <vt:lpwstr>4 Leadership/Management</vt:lpwstr>
  </property>
</Properties>
</file>